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994D7" w14:textId="77777777" w:rsidR="002E5061" w:rsidRPr="00AE29C0" w:rsidRDefault="004B240D" w:rsidP="00AE29C0">
      <w:pPr>
        <w:pStyle w:val="Doktitel"/>
      </w:pPr>
      <w:r w:rsidRPr="00AE29C0">
        <w:t>Betriebsratsw</w:t>
      </w:r>
      <w:r w:rsidR="001247DB" w:rsidRPr="00AE29C0">
        <w:t xml:space="preserve">ahl: Stimmzettel </w:t>
      </w:r>
      <w:r w:rsidRPr="00AE29C0">
        <w:br/>
      </w:r>
      <w:r w:rsidR="002E5061" w:rsidRPr="00AE29C0">
        <w:t xml:space="preserve">(Vereinfachtes Wahlverfahren nach </w:t>
      </w:r>
      <w:r w:rsidR="002E5061" w:rsidRPr="00AE29C0">
        <w:rPr>
          <w:rFonts w:eastAsia="Arial Unicode MS"/>
        </w:rPr>
        <w:t>§</w:t>
      </w:r>
      <w:r w:rsidR="002E5061" w:rsidRPr="00AE29C0">
        <w:t xml:space="preserve"> 14a </w:t>
      </w:r>
      <w:r w:rsidR="003C0A4C" w:rsidRPr="00AE29C0">
        <w:t>Abs.</w:t>
      </w:r>
      <w:r w:rsidR="007E148E">
        <w:t xml:space="preserve"> </w:t>
      </w:r>
      <w:r w:rsidR="003C0A4C" w:rsidRPr="00AE29C0">
        <w:t xml:space="preserve">1 </w:t>
      </w:r>
      <w:r w:rsidR="002E5061" w:rsidRPr="00AE29C0">
        <w:t>BetrVG)</w:t>
      </w:r>
    </w:p>
    <w:p w14:paraId="744FBB1E" w14:textId="77777777" w:rsidR="004F4BF3" w:rsidRPr="00AE29C0" w:rsidRDefault="004F4BF3" w:rsidP="00AE29C0">
      <w:pPr>
        <w:pStyle w:val="Textblock"/>
        <w:rPr>
          <w:rStyle w:val="Fett"/>
          <w:rFonts w:cs="Arial"/>
          <w:b w:val="0"/>
          <w:sz w:val="22"/>
          <w:szCs w:val="22"/>
          <w:lang w:val="de-DE"/>
        </w:rPr>
      </w:pPr>
    </w:p>
    <w:p w14:paraId="31CA64E3" w14:textId="77777777" w:rsidR="00DD20DA" w:rsidRPr="00AE29C0" w:rsidRDefault="00DD20DA" w:rsidP="00AE29C0">
      <w:pPr>
        <w:pStyle w:val="Textblock"/>
        <w:rPr>
          <w:rStyle w:val="Fett"/>
          <w:rFonts w:cs="Arial"/>
          <w:b w:val="0"/>
          <w:sz w:val="22"/>
          <w:szCs w:val="22"/>
          <w:lang w:val="de-DE"/>
        </w:rPr>
      </w:pPr>
    </w:p>
    <w:p w14:paraId="3C8D1D06" w14:textId="77777777" w:rsidR="002E5061" w:rsidRPr="007E148E" w:rsidRDefault="002E5061" w:rsidP="00AE29C0">
      <w:pPr>
        <w:pStyle w:val="Textblock"/>
        <w:rPr>
          <w:rFonts w:cs="Arial"/>
          <w:sz w:val="22"/>
          <w:szCs w:val="22"/>
          <w:lang w:val="de-DE"/>
        </w:rPr>
      </w:pPr>
      <w:r w:rsidRPr="00AE29C0">
        <w:rPr>
          <w:rStyle w:val="Fett"/>
          <w:rFonts w:cs="Arial"/>
          <w:sz w:val="22"/>
          <w:szCs w:val="22"/>
          <w:lang w:val="de-DE"/>
        </w:rPr>
        <w:t xml:space="preserve">Betrieb: </w:t>
      </w:r>
    </w:p>
    <w:p w14:paraId="0C9F50BD" w14:textId="77777777" w:rsidR="002E5061" w:rsidRPr="007E148E" w:rsidRDefault="002E5061" w:rsidP="00AE29C0">
      <w:pPr>
        <w:pStyle w:val="Textblock"/>
        <w:rPr>
          <w:rFonts w:cs="Arial"/>
          <w:sz w:val="22"/>
          <w:szCs w:val="22"/>
          <w:lang w:val="de-DE"/>
        </w:rPr>
      </w:pPr>
      <w:r w:rsidRPr="00AE29C0">
        <w:rPr>
          <w:rStyle w:val="Fett"/>
          <w:rFonts w:cs="Arial"/>
          <w:sz w:val="22"/>
          <w:szCs w:val="22"/>
          <w:lang w:val="de-DE"/>
        </w:rPr>
        <w:t>Betriebsratswahl am: ...</w:t>
      </w:r>
    </w:p>
    <w:p w14:paraId="56E9292B" w14:textId="77777777" w:rsidR="008F6495" w:rsidRPr="007E148E" w:rsidRDefault="008F6495" w:rsidP="00AE29C0">
      <w:pPr>
        <w:pStyle w:val="Textblock"/>
        <w:rPr>
          <w:rFonts w:cs="Arial"/>
          <w:sz w:val="22"/>
          <w:szCs w:val="22"/>
          <w:lang w:val="de-DE"/>
        </w:rPr>
      </w:pPr>
    </w:p>
    <w:p w14:paraId="49DD2D8A" w14:textId="77777777" w:rsidR="008F6495" w:rsidRPr="00AE29C0" w:rsidRDefault="002E5061" w:rsidP="00AE29C0">
      <w:pPr>
        <w:pStyle w:val="Textblock"/>
        <w:rPr>
          <w:rStyle w:val="Hoch"/>
          <w:rFonts w:cs="Arial"/>
          <w:b/>
          <w:sz w:val="22"/>
          <w:szCs w:val="22"/>
          <w:lang w:val="de-DE"/>
        </w:rPr>
      </w:pPr>
      <w:r w:rsidRPr="007E148E">
        <w:rPr>
          <w:rFonts w:cs="Arial"/>
          <w:sz w:val="22"/>
          <w:szCs w:val="22"/>
          <w:lang w:val="de-DE"/>
        </w:rPr>
        <w:t>Hinweis:</w:t>
      </w:r>
      <w:r w:rsidRPr="00AE29C0">
        <w:rPr>
          <w:rStyle w:val="Hoch"/>
          <w:rFonts w:cs="Arial"/>
          <w:b/>
          <w:sz w:val="22"/>
          <w:szCs w:val="22"/>
          <w:lang w:val="de-DE"/>
        </w:rPr>
        <w:t xml:space="preserve"> </w:t>
      </w:r>
    </w:p>
    <w:p w14:paraId="4528D595" w14:textId="77777777" w:rsidR="002E5061" w:rsidRPr="007E148E" w:rsidRDefault="002E5061" w:rsidP="00AE29C0">
      <w:pPr>
        <w:pStyle w:val="Textblock"/>
        <w:rPr>
          <w:rFonts w:cs="Arial"/>
          <w:sz w:val="22"/>
          <w:szCs w:val="22"/>
          <w:lang w:val="de-DE"/>
        </w:rPr>
      </w:pPr>
      <w:r w:rsidRPr="007E148E">
        <w:rPr>
          <w:rFonts w:cs="Arial"/>
          <w:sz w:val="22"/>
          <w:szCs w:val="22"/>
          <w:lang w:val="de-DE"/>
        </w:rPr>
        <w:t xml:space="preserve">Die Betriebsratswahl wird im Vereinfachten Wahlverfahren gemäß </w:t>
      </w:r>
      <w:r w:rsidRPr="007E148E">
        <w:rPr>
          <w:rFonts w:eastAsia="Arial Unicode MS" w:cs="Arial"/>
          <w:sz w:val="22"/>
          <w:szCs w:val="22"/>
          <w:lang w:val="de-DE"/>
        </w:rPr>
        <w:t>§</w:t>
      </w:r>
      <w:r w:rsidRPr="007E148E">
        <w:rPr>
          <w:rFonts w:cs="Arial"/>
          <w:sz w:val="22"/>
          <w:szCs w:val="22"/>
          <w:lang w:val="de-DE"/>
        </w:rPr>
        <w:t xml:space="preserve"> 14a Abs.</w:t>
      </w:r>
      <w:r w:rsidR="007E148E">
        <w:rPr>
          <w:rFonts w:cs="Arial"/>
          <w:sz w:val="22"/>
          <w:szCs w:val="22"/>
          <w:lang w:val="de-DE"/>
        </w:rPr>
        <w:t xml:space="preserve"> </w:t>
      </w:r>
      <w:r w:rsidRPr="007E148E">
        <w:rPr>
          <w:rFonts w:cs="Arial"/>
          <w:sz w:val="22"/>
          <w:szCs w:val="22"/>
          <w:lang w:val="de-DE"/>
        </w:rPr>
        <w:t>1 BetrVG durchgeführt.</w:t>
      </w:r>
    </w:p>
    <w:p w14:paraId="4A9695C9" w14:textId="77777777" w:rsidR="002E5061" w:rsidRPr="007E148E" w:rsidRDefault="002E5061" w:rsidP="00AE29C0">
      <w:pPr>
        <w:pStyle w:val="Textblock"/>
        <w:rPr>
          <w:rFonts w:cs="Arial"/>
          <w:sz w:val="22"/>
          <w:szCs w:val="22"/>
          <w:lang w:val="de-DE"/>
        </w:rPr>
      </w:pPr>
      <w:r w:rsidRPr="007E148E">
        <w:rPr>
          <w:rFonts w:cs="Arial"/>
          <w:sz w:val="22"/>
          <w:szCs w:val="22"/>
          <w:lang w:val="de-DE"/>
        </w:rPr>
        <w:t xml:space="preserve">Die Wahl erfolgt insoweit gemäß </w:t>
      </w:r>
      <w:r w:rsidRPr="007E148E">
        <w:rPr>
          <w:rFonts w:eastAsia="Arial Unicode MS" w:cs="Arial"/>
          <w:sz w:val="22"/>
          <w:szCs w:val="22"/>
          <w:lang w:val="de-DE"/>
        </w:rPr>
        <w:t>§</w:t>
      </w:r>
      <w:r w:rsidRPr="007E148E">
        <w:rPr>
          <w:rFonts w:cs="Arial"/>
          <w:sz w:val="22"/>
          <w:szCs w:val="22"/>
          <w:lang w:val="de-DE"/>
        </w:rPr>
        <w:t xml:space="preserve"> 14 Abs.</w:t>
      </w:r>
      <w:r w:rsidR="007E148E">
        <w:rPr>
          <w:rFonts w:cs="Arial"/>
          <w:sz w:val="22"/>
          <w:szCs w:val="22"/>
          <w:lang w:val="de-DE"/>
        </w:rPr>
        <w:t xml:space="preserve"> </w:t>
      </w:r>
      <w:r w:rsidRPr="007E148E">
        <w:rPr>
          <w:rFonts w:cs="Arial"/>
          <w:sz w:val="22"/>
          <w:szCs w:val="22"/>
          <w:lang w:val="de-DE"/>
        </w:rPr>
        <w:t>2 S.</w:t>
      </w:r>
      <w:r w:rsidR="007E148E">
        <w:rPr>
          <w:rFonts w:cs="Arial"/>
          <w:sz w:val="22"/>
          <w:szCs w:val="22"/>
          <w:lang w:val="de-DE"/>
        </w:rPr>
        <w:t xml:space="preserve"> </w:t>
      </w:r>
      <w:r w:rsidRPr="007E148E">
        <w:rPr>
          <w:rFonts w:cs="Arial"/>
          <w:sz w:val="22"/>
          <w:szCs w:val="22"/>
          <w:lang w:val="de-DE"/>
        </w:rPr>
        <w:t>2 BetrVG nach den Grundsätzen der Mehrheits</w:t>
      </w:r>
      <w:r w:rsidR="00AE29C0" w:rsidRPr="007E148E">
        <w:rPr>
          <w:rFonts w:cs="Arial"/>
          <w:sz w:val="22"/>
          <w:szCs w:val="22"/>
          <w:lang w:val="de-DE"/>
        </w:rPr>
        <w:softHyphen/>
      </w:r>
      <w:r w:rsidRPr="007E148E">
        <w:rPr>
          <w:rFonts w:cs="Arial"/>
          <w:sz w:val="22"/>
          <w:szCs w:val="22"/>
          <w:lang w:val="de-DE"/>
        </w:rPr>
        <w:t xml:space="preserve">wahl; gewählt sind die Bewerber/-innen, die Mehrheit der abgegebenen Stimmen erhalten. </w:t>
      </w:r>
    </w:p>
    <w:p w14:paraId="0DFD2600" w14:textId="77777777" w:rsidR="001D1AC8" w:rsidRPr="007E148E" w:rsidRDefault="001D1AC8" w:rsidP="00AE29C0">
      <w:pPr>
        <w:pStyle w:val="Textblock"/>
        <w:rPr>
          <w:rFonts w:cs="Arial"/>
          <w:sz w:val="22"/>
          <w:szCs w:val="22"/>
          <w:lang w:val="de-DE"/>
        </w:rPr>
      </w:pPr>
    </w:p>
    <w:p w14:paraId="43A789A5" w14:textId="77777777" w:rsidR="002E5061" w:rsidRDefault="002E5061" w:rsidP="00AE29C0">
      <w:pPr>
        <w:pStyle w:val="Textblock"/>
        <w:rPr>
          <w:rStyle w:val="Fett"/>
          <w:rFonts w:cs="Arial"/>
          <w:sz w:val="22"/>
          <w:szCs w:val="22"/>
          <w:lang w:val="de-DE"/>
        </w:rPr>
      </w:pPr>
      <w:r w:rsidRPr="00AE29C0">
        <w:rPr>
          <w:rStyle w:val="Fett"/>
          <w:rFonts w:cs="Arial"/>
          <w:sz w:val="22"/>
          <w:szCs w:val="22"/>
          <w:lang w:val="de-DE"/>
        </w:rPr>
        <w:t xml:space="preserve">Es sind gemäß </w:t>
      </w:r>
      <w:r w:rsidRPr="00AE29C0">
        <w:rPr>
          <w:rStyle w:val="Fett"/>
          <w:rFonts w:eastAsia="Arial Unicode MS" w:cs="Arial"/>
          <w:sz w:val="22"/>
          <w:szCs w:val="22"/>
          <w:lang w:val="de-DE"/>
        </w:rPr>
        <w:t>§</w:t>
      </w:r>
      <w:r w:rsidRPr="00AE29C0">
        <w:rPr>
          <w:rStyle w:val="Fett"/>
          <w:rFonts w:cs="Arial"/>
          <w:sz w:val="22"/>
          <w:szCs w:val="22"/>
          <w:lang w:val="de-DE"/>
        </w:rPr>
        <w:t xml:space="preserve"> 9 S.</w:t>
      </w:r>
      <w:r w:rsidR="007E148E">
        <w:rPr>
          <w:rStyle w:val="Fett"/>
          <w:rFonts w:cs="Arial"/>
          <w:sz w:val="22"/>
          <w:szCs w:val="22"/>
          <w:lang w:val="de-DE"/>
        </w:rPr>
        <w:t xml:space="preserve"> </w:t>
      </w:r>
      <w:r w:rsidRPr="00AE29C0">
        <w:rPr>
          <w:rStyle w:val="Fett"/>
          <w:rFonts w:cs="Arial"/>
          <w:sz w:val="22"/>
          <w:szCs w:val="22"/>
          <w:lang w:val="de-DE"/>
        </w:rPr>
        <w:t>1 BetrVG ... Betriebsratsmitglieder zu wählen.</w:t>
      </w:r>
    </w:p>
    <w:p w14:paraId="0D5848E6" w14:textId="77777777" w:rsidR="00AE29C0" w:rsidRPr="007E148E" w:rsidRDefault="00AE29C0" w:rsidP="00AE29C0">
      <w:pPr>
        <w:pStyle w:val="Textblock"/>
        <w:rPr>
          <w:rFonts w:cs="Arial"/>
          <w:sz w:val="22"/>
          <w:szCs w:val="22"/>
          <w:lang w:val="de-DE"/>
        </w:rPr>
      </w:pPr>
    </w:p>
    <w:p w14:paraId="0EF15DC0" w14:textId="77777777" w:rsidR="002E5061" w:rsidRPr="007E148E" w:rsidRDefault="002E5061" w:rsidP="00AE29C0">
      <w:pPr>
        <w:pStyle w:val="Textblock"/>
        <w:rPr>
          <w:rFonts w:cs="Arial"/>
          <w:sz w:val="22"/>
          <w:szCs w:val="22"/>
          <w:lang w:val="de-DE"/>
        </w:rPr>
      </w:pPr>
      <w:r w:rsidRPr="007E148E">
        <w:rPr>
          <w:rFonts w:cs="Arial"/>
          <w:sz w:val="22"/>
          <w:szCs w:val="22"/>
          <w:lang w:val="de-DE"/>
        </w:rPr>
        <w:t>Die Stimmabgabe ist wie folgt vorzunehmen:</w:t>
      </w:r>
    </w:p>
    <w:p w14:paraId="5CA63915" w14:textId="77777777" w:rsidR="002E5061" w:rsidRPr="00AE29C0" w:rsidRDefault="002E5061" w:rsidP="00AE29C0">
      <w:pPr>
        <w:pStyle w:val="Liste1rmisch"/>
        <w:numPr>
          <w:ilvl w:val="0"/>
          <w:numId w:val="19"/>
        </w:numPr>
        <w:rPr>
          <w:rFonts w:cs="Arial"/>
          <w:sz w:val="22"/>
          <w:szCs w:val="22"/>
        </w:rPr>
      </w:pPr>
      <w:r w:rsidRPr="00AE29C0">
        <w:rPr>
          <w:rFonts w:cs="Arial"/>
          <w:sz w:val="22"/>
          <w:szCs w:val="22"/>
        </w:rPr>
        <w:t>Kennzeichnen Sie von den unten angegebenen Bewerbern /-innen die von Ihnen gewünschten Bewerber/-innen durch Ankreuzen an der hierfür vorgesehenen Stelle (bei Stimmzeichen).</w:t>
      </w:r>
    </w:p>
    <w:p w14:paraId="6FE8CC84" w14:textId="77777777" w:rsidR="002E5061" w:rsidRPr="00AE29C0" w:rsidRDefault="002E5061" w:rsidP="00AE29C0">
      <w:pPr>
        <w:pStyle w:val="Liste1fortsetzen"/>
        <w:rPr>
          <w:rFonts w:cs="Arial"/>
          <w:sz w:val="22"/>
          <w:szCs w:val="22"/>
          <w:lang w:val="de-DE"/>
        </w:rPr>
      </w:pPr>
      <w:r w:rsidRPr="00AE29C0">
        <w:rPr>
          <w:rFonts w:cs="Arial"/>
          <w:sz w:val="22"/>
          <w:szCs w:val="22"/>
          <w:lang w:val="de-DE"/>
        </w:rPr>
        <w:t xml:space="preserve">Gemäß der Anzahl der zu wählenden Betriebsratsmitglieder können </w:t>
      </w:r>
      <w:r w:rsidRPr="00AE29C0">
        <w:rPr>
          <w:rStyle w:val="Fett"/>
          <w:rFonts w:cs="Arial"/>
          <w:sz w:val="22"/>
          <w:szCs w:val="22"/>
          <w:lang w:val="de-DE"/>
        </w:rPr>
        <w:t xml:space="preserve">... Bewerber/-innen </w:t>
      </w:r>
      <w:r w:rsidRPr="00AE29C0">
        <w:rPr>
          <w:rFonts w:cs="Arial"/>
          <w:sz w:val="22"/>
          <w:szCs w:val="22"/>
          <w:lang w:val="de-DE"/>
        </w:rPr>
        <w:t>angekreuzt werden:</w:t>
      </w:r>
    </w:p>
    <w:p w14:paraId="50FAE7C0" w14:textId="77777777" w:rsidR="002E5061" w:rsidRPr="00AE29C0" w:rsidRDefault="002E5061" w:rsidP="00AE29C0">
      <w:pPr>
        <w:pStyle w:val="Liste1rmisch"/>
        <w:numPr>
          <w:ilvl w:val="0"/>
          <w:numId w:val="19"/>
        </w:numPr>
        <w:rPr>
          <w:rFonts w:cs="Arial"/>
          <w:sz w:val="22"/>
          <w:szCs w:val="22"/>
        </w:rPr>
      </w:pPr>
      <w:r w:rsidRPr="00AE29C0">
        <w:rPr>
          <w:rFonts w:cs="Arial"/>
          <w:sz w:val="22"/>
          <w:szCs w:val="22"/>
        </w:rPr>
        <w:t xml:space="preserve">Falten Sie danach den Stimmzettel und stecken Sie ihn </w:t>
      </w:r>
      <w:r w:rsidR="004F4BF3" w:rsidRPr="00AE29C0">
        <w:rPr>
          <w:rFonts w:cs="Arial"/>
          <w:sz w:val="22"/>
          <w:szCs w:val="22"/>
        </w:rPr>
        <w:t>in den beigefügten Wahlumschlag</w:t>
      </w:r>
    </w:p>
    <w:p w14:paraId="44999E12" w14:textId="77777777" w:rsidR="004F4BF3" w:rsidRPr="00AE29C0" w:rsidRDefault="004F4BF3" w:rsidP="00AE29C0">
      <w:pPr>
        <w:pStyle w:val="Liste1rmisch"/>
        <w:numPr>
          <w:ilvl w:val="0"/>
          <w:numId w:val="0"/>
        </w:numPr>
        <w:rPr>
          <w:rFonts w:cs="Arial"/>
          <w:sz w:val="22"/>
          <w:szCs w:val="22"/>
        </w:rPr>
      </w:pPr>
    </w:p>
    <w:tbl>
      <w:tblPr>
        <w:tblStyle w:val="TabelleListe4"/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67"/>
        <w:gridCol w:w="1915"/>
        <w:gridCol w:w="1856"/>
        <w:gridCol w:w="3175"/>
        <w:gridCol w:w="1843"/>
      </w:tblGrid>
      <w:tr w:rsidR="004B240D" w:rsidRPr="00AE29C0" w14:paraId="74F26926" w14:textId="77777777" w:rsidTr="00AE29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7" w:type="dxa"/>
            <w:tcBorders>
              <w:bottom w:val="single" w:sz="4" w:space="0" w:color="000000"/>
            </w:tcBorders>
            <w:shd w:val="solid" w:color="BFBFBF" w:themeColor="background1" w:themeShade="BF" w:fill="FFFFFF"/>
            <w:tcMar>
              <w:left w:w="85" w:type="dxa"/>
              <w:right w:w="85" w:type="dxa"/>
            </w:tcMar>
          </w:tcPr>
          <w:p w14:paraId="5451F2E7" w14:textId="77777777" w:rsidR="002E5061" w:rsidRPr="00AE29C0" w:rsidRDefault="002E5061" w:rsidP="00AE29C0">
            <w:pPr>
              <w:pStyle w:val="TabelleKopf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b/>
                <w:bCs w:val="0"/>
                <w:color w:val="auto"/>
                <w:sz w:val="24"/>
                <w:szCs w:val="22"/>
              </w:rPr>
            </w:pPr>
            <w:proofErr w:type="spellStart"/>
            <w:r w:rsidRPr="00AE29C0">
              <w:rPr>
                <w:rFonts w:cs="Arial"/>
                <w:b/>
                <w:color w:val="auto"/>
                <w:sz w:val="24"/>
                <w:szCs w:val="22"/>
              </w:rPr>
              <w:t>Lfd</w:t>
            </w:r>
            <w:proofErr w:type="spellEnd"/>
            <w:r w:rsidRPr="00AE29C0">
              <w:rPr>
                <w:rFonts w:cs="Arial"/>
                <w:b/>
                <w:color w:val="auto"/>
                <w:sz w:val="24"/>
                <w:szCs w:val="22"/>
              </w:rPr>
              <w:t xml:space="preserve"> Nr.</w:t>
            </w:r>
          </w:p>
        </w:tc>
        <w:tc>
          <w:tcPr>
            <w:tcW w:w="1915" w:type="dxa"/>
            <w:tcBorders>
              <w:bottom w:val="single" w:sz="4" w:space="0" w:color="000000"/>
            </w:tcBorders>
            <w:shd w:val="solid" w:color="BFBFBF" w:themeColor="background1" w:themeShade="BF" w:fill="FFFFFF"/>
            <w:tcMar>
              <w:left w:w="85" w:type="dxa"/>
              <w:right w:w="85" w:type="dxa"/>
            </w:tcMar>
          </w:tcPr>
          <w:p w14:paraId="66E06401" w14:textId="77777777" w:rsidR="002E5061" w:rsidRPr="00AE29C0" w:rsidRDefault="002E5061" w:rsidP="00AE29C0">
            <w:pPr>
              <w:pStyle w:val="TabelleKopf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b/>
                <w:bCs w:val="0"/>
                <w:color w:val="auto"/>
                <w:sz w:val="24"/>
                <w:szCs w:val="22"/>
              </w:rPr>
            </w:pPr>
            <w:r w:rsidRPr="00AE29C0">
              <w:rPr>
                <w:rFonts w:cs="Arial"/>
                <w:b/>
                <w:color w:val="auto"/>
                <w:sz w:val="24"/>
                <w:szCs w:val="22"/>
              </w:rPr>
              <w:t>Name</w:t>
            </w:r>
          </w:p>
        </w:tc>
        <w:tc>
          <w:tcPr>
            <w:tcW w:w="1856" w:type="dxa"/>
            <w:tcBorders>
              <w:bottom w:val="single" w:sz="4" w:space="0" w:color="000000"/>
            </w:tcBorders>
            <w:shd w:val="solid" w:color="BFBFBF" w:themeColor="background1" w:themeShade="BF" w:fill="FFFFFF"/>
            <w:tcMar>
              <w:left w:w="85" w:type="dxa"/>
              <w:right w:w="85" w:type="dxa"/>
            </w:tcMar>
          </w:tcPr>
          <w:p w14:paraId="49695D45" w14:textId="77777777" w:rsidR="002E5061" w:rsidRPr="00AE29C0" w:rsidRDefault="002E5061" w:rsidP="00AE29C0">
            <w:pPr>
              <w:pStyle w:val="TabelleKopf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b/>
                <w:bCs w:val="0"/>
                <w:color w:val="auto"/>
                <w:sz w:val="24"/>
                <w:szCs w:val="22"/>
              </w:rPr>
            </w:pPr>
            <w:r w:rsidRPr="00AE29C0">
              <w:rPr>
                <w:rFonts w:cs="Arial"/>
                <w:b/>
                <w:color w:val="auto"/>
                <w:sz w:val="24"/>
                <w:szCs w:val="22"/>
              </w:rPr>
              <w:t>Vorname</w:t>
            </w:r>
          </w:p>
        </w:tc>
        <w:tc>
          <w:tcPr>
            <w:tcW w:w="3175" w:type="dxa"/>
            <w:tcBorders>
              <w:bottom w:val="single" w:sz="4" w:space="0" w:color="000000"/>
            </w:tcBorders>
            <w:shd w:val="solid" w:color="BFBFBF" w:themeColor="background1" w:themeShade="BF" w:fill="FFFFFF"/>
            <w:tcMar>
              <w:left w:w="85" w:type="dxa"/>
              <w:right w:w="85" w:type="dxa"/>
            </w:tcMar>
          </w:tcPr>
          <w:p w14:paraId="6A2BF0E9" w14:textId="77777777" w:rsidR="002E5061" w:rsidRPr="00AE29C0" w:rsidRDefault="002E5061" w:rsidP="00AE29C0">
            <w:pPr>
              <w:pStyle w:val="TabelleKopf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b/>
                <w:bCs w:val="0"/>
                <w:color w:val="auto"/>
                <w:sz w:val="24"/>
                <w:szCs w:val="22"/>
              </w:rPr>
            </w:pPr>
            <w:r w:rsidRPr="00AE29C0">
              <w:rPr>
                <w:rFonts w:cs="Arial"/>
                <w:b/>
                <w:color w:val="auto"/>
                <w:sz w:val="24"/>
                <w:szCs w:val="22"/>
              </w:rPr>
              <w:t>Art der Beschäftigung im Betrieb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solid" w:color="BFBFBF" w:themeColor="background1" w:themeShade="BF" w:fill="FFFFFF"/>
            <w:tcMar>
              <w:left w:w="85" w:type="dxa"/>
              <w:right w:w="85" w:type="dxa"/>
            </w:tcMar>
          </w:tcPr>
          <w:p w14:paraId="32C61A79" w14:textId="77777777" w:rsidR="002E5061" w:rsidRPr="00AE29C0" w:rsidRDefault="002E5061" w:rsidP="00AE29C0">
            <w:pPr>
              <w:pStyle w:val="TabelleKopf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b/>
                <w:bCs w:val="0"/>
                <w:color w:val="auto"/>
                <w:sz w:val="24"/>
                <w:szCs w:val="22"/>
              </w:rPr>
            </w:pPr>
            <w:r w:rsidRPr="00AE29C0">
              <w:rPr>
                <w:rFonts w:cs="Arial"/>
                <w:b/>
                <w:color w:val="auto"/>
                <w:sz w:val="24"/>
                <w:szCs w:val="22"/>
              </w:rPr>
              <w:t>Stimmzeichen</w:t>
            </w:r>
          </w:p>
        </w:tc>
      </w:tr>
      <w:tr w:rsidR="004B240D" w:rsidRPr="00AE29C0" w14:paraId="5CAAF797" w14:textId="77777777" w:rsidTr="00AE29C0">
        <w:tc>
          <w:tcPr>
            <w:tcW w:w="567" w:type="dxa"/>
            <w:tcBorders>
              <w:top w:val="single" w:sz="4" w:space="0" w:color="000000"/>
            </w:tcBorders>
            <w:tcMar>
              <w:left w:w="85" w:type="dxa"/>
              <w:right w:w="85" w:type="dxa"/>
            </w:tcMar>
          </w:tcPr>
          <w:p w14:paraId="12B8C4CD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1</w:t>
            </w:r>
          </w:p>
        </w:tc>
        <w:tc>
          <w:tcPr>
            <w:tcW w:w="1915" w:type="dxa"/>
            <w:tcBorders>
              <w:top w:val="single" w:sz="4" w:space="0" w:color="000000"/>
            </w:tcBorders>
            <w:tcMar>
              <w:left w:w="85" w:type="dxa"/>
              <w:right w:w="85" w:type="dxa"/>
            </w:tcMar>
          </w:tcPr>
          <w:p w14:paraId="5562B8D3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single" w:sz="4" w:space="0" w:color="000000"/>
            </w:tcBorders>
            <w:tcMar>
              <w:left w:w="85" w:type="dxa"/>
              <w:right w:w="85" w:type="dxa"/>
            </w:tcMar>
          </w:tcPr>
          <w:p w14:paraId="47595403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Borders>
              <w:top w:val="single" w:sz="4" w:space="0" w:color="000000"/>
            </w:tcBorders>
            <w:tcMar>
              <w:left w:w="85" w:type="dxa"/>
              <w:right w:w="85" w:type="dxa"/>
            </w:tcMar>
          </w:tcPr>
          <w:p w14:paraId="48F8DD5E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  <w:tcMar>
              <w:left w:w="85" w:type="dxa"/>
              <w:right w:w="85" w:type="dxa"/>
            </w:tcMar>
          </w:tcPr>
          <w:p w14:paraId="0E5136AB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058338BC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25E941E9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2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00924A43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07378BD0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78FB6920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FFCEFAA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1818D992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16242DF6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0503E98C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022355A9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2099F7E8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DC84C02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5F8B47D3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0C5F7EA6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4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468A5A28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44B17EAE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6855C45B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D5ACD85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2FF45361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7D4F41B1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64980D8C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384CA394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6F2C37EF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E6ABD7E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15E99BD6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4B2F8A74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6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79DF524A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0764CC09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40F41F28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05C099C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1D9A5339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3E0C2574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7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73059C45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3948E7B2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3CED6F68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BD7B727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4A3A1F1F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44777584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35E4318E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0E4DDDF2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5C4839B8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9DB3982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7447BF4E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32C8BB82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9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59CE3C7F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57F3BEE9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3CEFC444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5493374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209C79C4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7F830F30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10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61EAAE61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0330A884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7CBD8B4B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E95B70F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635CCCAA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2DF81A56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11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22172FAF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6E8D0943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33A9547D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21B10B6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4C2794E8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7A247896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643319BC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176F3C42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2167663A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6C98608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3F01D0CA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2588645F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lastRenderedPageBreak/>
              <w:t>13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7C7F4D0D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3ABBE2EF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54FDC45D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662FFF3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13394C26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43B3A21C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14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5D5EE602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1CAAD2C4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60645C3A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53311AA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73AC7B10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182B19C9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15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4888EE8A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4833F8A7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0CD6F451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D676C24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31CA7981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3AFA1AC9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16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27E2622B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32DCDA99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5DBAE44A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5D4DA60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174B9E5C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3FA42188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17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16A725D1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25627A60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4DFD783C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FFA7AF4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24ADA22B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4B070058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66A51066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6573107D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0A4C79C8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2E8B67D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64326647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34330D69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19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25963B0E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0F644D9F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160295D2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C3A5095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E5061" w:rsidRPr="00AE29C0" w14:paraId="7935155B" w14:textId="77777777" w:rsidTr="00AE29C0">
        <w:tc>
          <w:tcPr>
            <w:tcW w:w="567" w:type="dxa"/>
            <w:tcMar>
              <w:left w:w="85" w:type="dxa"/>
              <w:right w:w="85" w:type="dxa"/>
            </w:tcMar>
          </w:tcPr>
          <w:p w14:paraId="7C8A9F43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  <w:r w:rsidRPr="00AE29C0">
              <w:rPr>
                <w:rFonts w:cs="Arial"/>
                <w:color w:val="auto"/>
                <w:sz w:val="22"/>
                <w:szCs w:val="22"/>
              </w:rPr>
              <w:t>20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</w:tcPr>
          <w:p w14:paraId="6D0CB5A3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56" w:type="dxa"/>
            <w:tcMar>
              <w:left w:w="85" w:type="dxa"/>
              <w:right w:w="85" w:type="dxa"/>
            </w:tcMar>
          </w:tcPr>
          <w:p w14:paraId="1BA1286D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3175" w:type="dxa"/>
            <w:tcMar>
              <w:left w:w="85" w:type="dxa"/>
              <w:right w:w="85" w:type="dxa"/>
            </w:tcMar>
          </w:tcPr>
          <w:p w14:paraId="10989AF8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97DC681" w14:textId="77777777" w:rsidR="002E5061" w:rsidRPr="00AE29C0" w:rsidRDefault="002E5061" w:rsidP="00AE29C0">
            <w:pPr>
              <w:pStyle w:val="TabelleTextblocklinksoben"/>
              <w:keepNext/>
              <w:keepLines/>
              <w:tabs>
                <w:tab w:val="left" w:pos="425"/>
                <w:tab w:val="left" w:pos="851"/>
              </w:tabs>
              <w:suppressAutoHyphens/>
              <w:spacing w:beforeLines="20" w:before="48" w:afterLines="20" w:after="48" w:line="280" w:lineRule="exact"/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048143BE" w14:textId="77777777" w:rsidR="008F6495" w:rsidRPr="00AE29C0" w:rsidRDefault="008F6495" w:rsidP="00AE29C0">
      <w:pPr>
        <w:pStyle w:val="Textblock"/>
        <w:rPr>
          <w:rStyle w:val="Fett"/>
          <w:rFonts w:cs="Arial"/>
          <w:sz w:val="22"/>
          <w:szCs w:val="22"/>
          <w:lang w:val="de-DE"/>
        </w:rPr>
      </w:pPr>
    </w:p>
    <w:p w14:paraId="6E1070EA" w14:textId="77777777" w:rsidR="002E5061" w:rsidRPr="00AE29C0" w:rsidRDefault="00C66B6B" w:rsidP="00AE29C0">
      <w:pPr>
        <w:pStyle w:val="Textblock"/>
        <w:rPr>
          <w:rFonts w:cs="Arial"/>
          <w:sz w:val="22"/>
          <w:szCs w:val="22"/>
        </w:rPr>
      </w:pPr>
      <w:r w:rsidRPr="00AE29C0">
        <w:rPr>
          <w:rStyle w:val="Fett"/>
          <w:rFonts w:cs="Arial"/>
          <w:sz w:val="22"/>
          <w:szCs w:val="22"/>
          <w:lang w:val="de-DE"/>
        </w:rPr>
        <w:t>Beachte</w:t>
      </w:r>
      <w:r w:rsidR="002E5061" w:rsidRPr="00AE29C0">
        <w:rPr>
          <w:rStyle w:val="Fett"/>
          <w:rFonts w:cs="Arial"/>
          <w:sz w:val="22"/>
          <w:szCs w:val="22"/>
          <w:lang w:val="de-DE"/>
        </w:rPr>
        <w:t>:</w:t>
      </w:r>
    </w:p>
    <w:p w14:paraId="07C8B740" w14:textId="77777777" w:rsidR="001D1AC8" w:rsidRPr="00AE29C0" w:rsidRDefault="002E5061" w:rsidP="00AE29C0">
      <w:pPr>
        <w:pStyle w:val="Liste1"/>
        <w:rPr>
          <w:rFonts w:cs="Arial"/>
          <w:sz w:val="22"/>
          <w:szCs w:val="22"/>
        </w:rPr>
      </w:pPr>
      <w:r w:rsidRPr="00AE29C0">
        <w:rPr>
          <w:rStyle w:val="Fett"/>
          <w:rFonts w:cs="Arial"/>
          <w:sz w:val="22"/>
          <w:szCs w:val="22"/>
          <w:lang w:val="de-DE"/>
        </w:rPr>
        <w:t xml:space="preserve">Die Stimmabgabe ist ungültig, wenn auf dem Stimmzettel mehr als ... Bewerber/-innen angekreuzt werden </w:t>
      </w:r>
    </w:p>
    <w:p w14:paraId="3A2AB7A4" w14:textId="77777777" w:rsidR="002E5061" w:rsidRPr="007E148E" w:rsidRDefault="002E5061" w:rsidP="00AE29C0">
      <w:pPr>
        <w:pStyle w:val="Liste1"/>
        <w:rPr>
          <w:rFonts w:cs="Arial"/>
          <w:sz w:val="22"/>
          <w:szCs w:val="22"/>
          <w:lang w:val="de-DE"/>
        </w:rPr>
      </w:pPr>
      <w:r w:rsidRPr="00AE29C0">
        <w:rPr>
          <w:rStyle w:val="Fett"/>
          <w:rFonts w:cs="Arial"/>
          <w:sz w:val="22"/>
          <w:szCs w:val="22"/>
          <w:lang w:val="de-DE"/>
        </w:rPr>
        <w:t xml:space="preserve">Jedem Bewerber / Jeder Bewerberin kann jeweils nur eine Stimme (durch Ankreuzen) gegeben werden. Besondere Angaben oder Zusätze (z.B. Eintrag von Zahlen) unter </w:t>
      </w:r>
      <w:r w:rsidR="00617541" w:rsidRPr="00AE29C0">
        <w:rPr>
          <w:rStyle w:val="Fett"/>
          <w:rFonts w:cs="Arial"/>
          <w:sz w:val="22"/>
          <w:szCs w:val="22"/>
          <w:lang w:val="de-DE"/>
        </w:rPr>
        <w:t>„</w:t>
      </w:r>
      <w:r w:rsidRPr="00AE29C0">
        <w:rPr>
          <w:rStyle w:val="Fett"/>
          <w:rFonts w:cs="Arial"/>
          <w:sz w:val="22"/>
          <w:szCs w:val="22"/>
          <w:lang w:val="de-DE"/>
        </w:rPr>
        <w:t>Stimmzeichen</w:t>
      </w:r>
      <w:r w:rsidR="00617541" w:rsidRPr="00AE29C0">
        <w:rPr>
          <w:rStyle w:val="Fett"/>
          <w:rFonts w:cs="Arial"/>
          <w:sz w:val="22"/>
          <w:szCs w:val="22"/>
          <w:lang w:val="de-DE"/>
        </w:rPr>
        <w:t>“</w:t>
      </w:r>
      <w:r w:rsidRPr="00AE29C0">
        <w:rPr>
          <w:rStyle w:val="Fett"/>
          <w:rFonts w:cs="Arial"/>
          <w:sz w:val="22"/>
          <w:szCs w:val="22"/>
          <w:lang w:val="de-DE"/>
        </w:rPr>
        <w:t xml:space="preserve"> machen den Stimmzettel ungültig.</w:t>
      </w:r>
    </w:p>
    <w:sectPr w:rsidR="002E5061" w:rsidRPr="007E148E" w:rsidSect="001D1AC8">
      <w:footerReference w:type="default" r:id="rId7"/>
      <w:pgSz w:w="11907" w:h="16839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C5A86" w14:textId="77777777" w:rsidR="00B33AB2" w:rsidRDefault="00B33AB2">
      <w:r>
        <w:separator/>
      </w:r>
    </w:p>
  </w:endnote>
  <w:endnote w:type="continuationSeparator" w:id="0">
    <w:p w14:paraId="55C42030" w14:textId="77777777" w:rsidR="00B33AB2" w:rsidRDefault="00B33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A43B5" w14:textId="77777777" w:rsidR="001D1AC8" w:rsidRPr="00695E65" w:rsidRDefault="001D1AC8" w:rsidP="001D1AC8">
    <w:pPr>
      <w:pStyle w:val="Fuzeile"/>
      <w:framePr w:wrap="around" w:vAnchor="text" w:hAnchor="margin" w:xAlign="right" w:y="1"/>
      <w:rPr>
        <w:rStyle w:val="Seitenzahl"/>
        <w:rFonts w:ascii="Arial" w:hAnsi="Arial" w:cs="Arial"/>
        <w:sz w:val="16"/>
        <w:szCs w:val="16"/>
      </w:rPr>
    </w:pPr>
    <w:r w:rsidRPr="000B0425">
      <w:rPr>
        <w:rStyle w:val="Seitenzahl"/>
        <w:rFonts w:ascii="Arial" w:hAnsi="Arial" w:cs="Arial"/>
        <w:snapToGrid w:val="0"/>
        <w:sz w:val="16"/>
        <w:szCs w:val="16"/>
      </w:rPr>
      <w:t xml:space="preserve">Seite </w: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begin"/>
    </w:r>
    <w:r w:rsidRPr="000B0425">
      <w:rPr>
        <w:rStyle w:val="Seitenzahl"/>
        <w:rFonts w:ascii="Arial" w:hAnsi="Arial" w:cs="Arial"/>
        <w:snapToGrid w:val="0"/>
        <w:sz w:val="16"/>
        <w:szCs w:val="16"/>
      </w:rPr>
      <w:instrText xml:space="preserve"> PAGE </w:instrTex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separate"/>
    </w:r>
    <w:r w:rsidR="007E148E">
      <w:rPr>
        <w:rStyle w:val="Seitenzahl"/>
        <w:rFonts w:ascii="Arial" w:hAnsi="Arial" w:cs="Arial"/>
        <w:noProof/>
        <w:snapToGrid w:val="0"/>
        <w:sz w:val="16"/>
        <w:szCs w:val="16"/>
      </w:rPr>
      <w:t>2</w: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end"/>
    </w:r>
    <w:r w:rsidRPr="000B0425">
      <w:rPr>
        <w:rStyle w:val="Seitenzahl"/>
        <w:rFonts w:ascii="Arial" w:hAnsi="Arial" w:cs="Arial"/>
        <w:snapToGrid w:val="0"/>
        <w:sz w:val="16"/>
        <w:szCs w:val="16"/>
      </w:rPr>
      <w:t xml:space="preserve"> von </w: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begin"/>
    </w:r>
    <w:r w:rsidRPr="000B0425">
      <w:rPr>
        <w:rStyle w:val="Seitenzahl"/>
        <w:rFonts w:ascii="Arial" w:hAnsi="Arial" w:cs="Arial"/>
        <w:snapToGrid w:val="0"/>
        <w:sz w:val="16"/>
        <w:szCs w:val="16"/>
      </w:rPr>
      <w:instrText xml:space="preserve"> NUMPAGES </w:instrTex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separate"/>
    </w:r>
    <w:r w:rsidR="007E148E">
      <w:rPr>
        <w:rStyle w:val="Seitenzahl"/>
        <w:rFonts w:ascii="Arial" w:hAnsi="Arial" w:cs="Arial"/>
        <w:noProof/>
        <w:snapToGrid w:val="0"/>
        <w:sz w:val="16"/>
        <w:szCs w:val="16"/>
      </w:rPr>
      <w:t>2</w: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end"/>
    </w:r>
  </w:p>
  <w:p w14:paraId="5D646366" w14:textId="774195DE" w:rsidR="001D1AC8" w:rsidRPr="001D1AC8" w:rsidRDefault="001D1AC8" w:rsidP="001D1AC8">
    <w:pPr>
      <w:pStyle w:val="Fuzeile"/>
      <w:ind w:right="360"/>
      <w:rPr>
        <w:rFonts w:ascii="Arial" w:hAnsi="Arial" w:cs="Arial"/>
        <w:sz w:val="16"/>
        <w:szCs w:val="16"/>
      </w:rPr>
    </w:pPr>
    <w:r w:rsidRPr="00695E65">
      <w:rPr>
        <w:rFonts w:ascii="Arial" w:hAnsi="Arial" w:cs="Arial"/>
        <w:sz w:val="16"/>
        <w:szCs w:val="16"/>
      </w:rPr>
      <w:t>©</w:t>
    </w:r>
    <w:r>
      <w:rPr>
        <w:rFonts w:ascii="Arial" w:hAnsi="Arial" w:cs="Arial"/>
        <w:sz w:val="16"/>
        <w:szCs w:val="16"/>
      </w:rPr>
      <w:t xml:space="preserve"> </w:t>
    </w:r>
    <w:r w:rsidRPr="00695E65">
      <w:rPr>
        <w:rFonts w:ascii="Arial" w:hAnsi="Arial" w:cs="Arial"/>
        <w:sz w:val="16"/>
        <w:szCs w:val="16"/>
      </w:rPr>
      <w:t>WEKA M</w:t>
    </w:r>
    <w:r w:rsidR="00091FDB">
      <w:rPr>
        <w:rFonts w:ascii="Arial" w:hAnsi="Arial" w:cs="Arial"/>
        <w:sz w:val="16"/>
        <w:szCs w:val="16"/>
      </w:rPr>
      <w:t>edia</w:t>
    </w:r>
    <w:r w:rsidRPr="00695E65">
      <w:rPr>
        <w:rFonts w:ascii="Arial" w:hAnsi="Arial" w:cs="Arial"/>
        <w:sz w:val="16"/>
        <w:szCs w:val="16"/>
      </w:rPr>
      <w:t xml:space="preserve"> GmbH &amp; Co. KG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45A78" w14:textId="77777777" w:rsidR="00B33AB2" w:rsidRDefault="00B33AB2">
      <w:r>
        <w:separator/>
      </w:r>
    </w:p>
  </w:footnote>
  <w:footnote w:type="continuationSeparator" w:id="0">
    <w:p w14:paraId="78EF682D" w14:textId="77777777" w:rsidR="00B33AB2" w:rsidRDefault="00B33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A8CB2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12F5D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604D7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B66022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3E921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1B4E059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A26C91A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8"/>
    <w:multiLevelType w:val="singleLevel"/>
    <w:tmpl w:val="FCD06B4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C40515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3D"/>
    <w:multiLevelType w:val="singleLevel"/>
    <w:tmpl w:val="0000003D"/>
    <w:lvl w:ilvl="0">
      <w:start w:val="1"/>
      <w:numFmt w:val="none"/>
      <w:pStyle w:val="Aktenzeichen"/>
      <w:lvlText w:val="Az."/>
      <w:lvlJc w:val="left"/>
      <w:rPr>
        <w:rFonts w:ascii="Arial" w:hAnsi="Arial" w:cs="Arial"/>
        <w:color w:val="FF0000"/>
        <w:sz w:val="12"/>
        <w:szCs w:val="12"/>
      </w:rPr>
    </w:lvl>
  </w:abstractNum>
  <w:abstractNum w:abstractNumId="10" w15:restartNumberingAfterBreak="0">
    <w:nsid w:val="0000008F"/>
    <w:multiLevelType w:val="singleLevel"/>
    <w:tmpl w:val="0000008F"/>
    <w:lvl w:ilvl="0">
      <w:start w:val="1"/>
      <w:numFmt w:val="none"/>
      <w:pStyle w:val="VorschriftListe1manuell"/>
      <w:lvlText w:val="M2Ti."/>
      <w:lvlJc w:val="left"/>
      <w:rPr>
        <w:rFonts w:ascii="Arial" w:hAnsi="Arial" w:cs="Arial" w:hint="default"/>
        <w:color w:val="FF0000"/>
        <w:sz w:val="12"/>
        <w:szCs w:val="12"/>
      </w:rPr>
    </w:lvl>
  </w:abstractNum>
  <w:abstractNum w:abstractNumId="11" w15:restartNumberingAfterBreak="0">
    <w:nsid w:val="0000009A"/>
    <w:multiLevelType w:val="singleLevel"/>
    <w:tmpl w:val="0000009A"/>
    <w:lvl w:ilvl="0">
      <w:start w:val="1"/>
      <w:numFmt w:val="none"/>
      <w:pStyle w:val="VorschriftListe2manuell"/>
      <w:lvlText w:val="VL2m"/>
      <w:lvlJc w:val="left"/>
      <w:rPr>
        <w:rFonts w:ascii="Arial" w:hAnsi="Arial" w:cs="Arial"/>
        <w:color w:val="FF0000"/>
        <w:sz w:val="12"/>
        <w:szCs w:val="12"/>
      </w:rPr>
    </w:lvl>
  </w:abstractNum>
  <w:abstractNum w:abstractNumId="12" w15:restartNumberingAfterBreak="0">
    <w:nsid w:val="0000009D"/>
    <w:multiLevelType w:val="singleLevel"/>
    <w:tmpl w:val="0000009D"/>
    <w:lvl w:ilvl="0">
      <w:start w:val="1"/>
      <w:numFmt w:val="upperRoman"/>
      <w:lvlText w:val="%1."/>
      <w:lvlJc w:val="left"/>
    </w:lvl>
  </w:abstractNum>
  <w:abstractNum w:abstractNumId="13" w15:restartNumberingAfterBreak="0">
    <w:nsid w:val="01BF2BF2"/>
    <w:multiLevelType w:val="hybridMultilevel"/>
    <w:tmpl w:val="C19280C0"/>
    <w:lvl w:ilvl="0" w:tplc="7FE4F2EA">
      <w:start w:val="1"/>
      <w:numFmt w:val="lowerLetter"/>
      <w:pStyle w:val="Liste3alphabetisch"/>
      <w:lvlText w:val="%1)"/>
      <w:lvlJc w:val="left"/>
      <w:pPr>
        <w:tabs>
          <w:tab w:val="num" w:pos="1072"/>
        </w:tabs>
        <w:ind w:left="1072" w:hanging="358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090B58"/>
    <w:multiLevelType w:val="hybridMultilevel"/>
    <w:tmpl w:val="4B4C1810"/>
    <w:lvl w:ilvl="0" w:tplc="6B7A8C5A">
      <w:start w:val="1"/>
      <w:numFmt w:val="lowerLetter"/>
      <w:pStyle w:val="VorschriftListe4alphabetisch"/>
      <w:lvlText w:val="%1)"/>
      <w:lvlJc w:val="left"/>
      <w:pPr>
        <w:tabs>
          <w:tab w:val="num" w:pos="3932"/>
        </w:tabs>
        <w:ind w:left="3929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226"/>
        </w:tabs>
        <w:ind w:left="322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946"/>
        </w:tabs>
        <w:ind w:left="394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666"/>
        </w:tabs>
        <w:ind w:left="466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86"/>
        </w:tabs>
        <w:ind w:left="538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106"/>
        </w:tabs>
        <w:ind w:left="610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826"/>
        </w:tabs>
        <w:ind w:left="682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546"/>
        </w:tabs>
        <w:ind w:left="754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266"/>
        </w:tabs>
        <w:ind w:left="8266" w:hanging="180"/>
      </w:pPr>
    </w:lvl>
  </w:abstractNum>
  <w:abstractNum w:abstractNumId="15" w15:restartNumberingAfterBreak="0">
    <w:nsid w:val="0A133DA6"/>
    <w:multiLevelType w:val="singleLevel"/>
    <w:tmpl w:val="FFC0EBA6"/>
    <w:lvl w:ilvl="0">
      <w:start w:val="1"/>
      <w:numFmt w:val="decimal"/>
      <w:pStyle w:val="VorschriftListe3numerisch"/>
      <w:lvlText w:val="%1."/>
      <w:lvlJc w:val="left"/>
      <w:pPr>
        <w:tabs>
          <w:tab w:val="num" w:pos="1074"/>
        </w:tabs>
        <w:ind w:left="1071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16" w15:restartNumberingAfterBreak="0">
    <w:nsid w:val="0AA45E74"/>
    <w:multiLevelType w:val="hybridMultilevel"/>
    <w:tmpl w:val="57BC1EB0"/>
    <w:lvl w:ilvl="0" w:tplc="1C06593A">
      <w:start w:val="1"/>
      <w:numFmt w:val="lowerLetter"/>
      <w:pStyle w:val="Liste1alphabetisch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FA7251C"/>
    <w:multiLevelType w:val="hybridMultilevel"/>
    <w:tmpl w:val="211CAFE8"/>
    <w:lvl w:ilvl="0" w:tplc="C7246CD4">
      <w:start w:val="1"/>
      <w:numFmt w:val="bullet"/>
      <w:pStyle w:val="Liste3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2E12D0"/>
    <w:multiLevelType w:val="hybridMultilevel"/>
    <w:tmpl w:val="35323E2A"/>
    <w:lvl w:ilvl="0" w:tplc="289C4D00">
      <w:start w:val="1"/>
      <w:numFmt w:val="bullet"/>
      <w:pStyle w:val="Muster2Liste1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8EFA6F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D0FF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14A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E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90E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9852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2A4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166A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FA735F"/>
    <w:multiLevelType w:val="hybridMultilevel"/>
    <w:tmpl w:val="432683A2"/>
    <w:lvl w:ilvl="0" w:tplc="9F32B6FA">
      <w:start w:val="1"/>
      <w:numFmt w:val="decimal"/>
      <w:pStyle w:val="Liste3numerisch"/>
      <w:lvlText w:val="%1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F11078"/>
    <w:multiLevelType w:val="singleLevel"/>
    <w:tmpl w:val="1D886DCC"/>
    <w:lvl w:ilvl="0">
      <w:start w:val="1"/>
      <w:numFmt w:val="lowerLetter"/>
      <w:pStyle w:val="TabelleListe1alphabetisch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21" w15:restartNumberingAfterBreak="0">
    <w:nsid w:val="1F0A082D"/>
    <w:multiLevelType w:val="hybridMultilevel"/>
    <w:tmpl w:val="24308732"/>
    <w:lvl w:ilvl="0" w:tplc="9F32B862">
      <w:start w:val="1"/>
      <w:numFmt w:val="decimal"/>
      <w:pStyle w:val="Liste2numerisch"/>
      <w:lvlText w:val="%1."/>
      <w:lvlJc w:val="left"/>
      <w:pPr>
        <w:tabs>
          <w:tab w:val="num" w:pos="711"/>
        </w:tabs>
        <w:ind w:left="711" w:hanging="354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F1053F9"/>
    <w:multiLevelType w:val="singleLevel"/>
    <w:tmpl w:val="E1F409D8"/>
    <w:lvl w:ilvl="0">
      <w:start w:val="1"/>
      <w:numFmt w:val="decimal"/>
      <w:pStyle w:val="MusterListe2numerisch"/>
      <w:lvlText w:val="%1.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23" w15:restartNumberingAfterBreak="0">
    <w:nsid w:val="24256097"/>
    <w:multiLevelType w:val="singleLevel"/>
    <w:tmpl w:val="B4024D46"/>
    <w:lvl w:ilvl="0">
      <w:start w:val="1"/>
      <w:numFmt w:val="lowerLetter"/>
      <w:pStyle w:val="MusterListe1alphabetisch"/>
      <w:lvlText w:val="%1)"/>
      <w:lvlJc w:val="left"/>
      <w:pPr>
        <w:tabs>
          <w:tab w:val="num" w:pos="363"/>
        </w:tabs>
        <w:ind w:left="363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24" w15:restartNumberingAfterBreak="0">
    <w:nsid w:val="24BE5186"/>
    <w:multiLevelType w:val="singleLevel"/>
    <w:tmpl w:val="843EB88C"/>
    <w:lvl w:ilvl="0">
      <w:start w:val="1"/>
      <w:numFmt w:val="upperRoman"/>
      <w:pStyle w:val="MusterListe2rmisch"/>
      <w:lvlText w:val="%1."/>
      <w:lvlJc w:val="left"/>
      <w:pPr>
        <w:tabs>
          <w:tab w:val="num" w:pos="1072"/>
        </w:tabs>
        <w:ind w:left="1072" w:hanging="715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25" w15:restartNumberingAfterBreak="0">
    <w:nsid w:val="277157A3"/>
    <w:multiLevelType w:val="singleLevel"/>
    <w:tmpl w:val="CD943EE6"/>
    <w:lvl w:ilvl="0">
      <w:start w:val="1"/>
      <w:numFmt w:val="upperRoman"/>
      <w:pStyle w:val="VorschriftListe4rmisch"/>
      <w:lvlText w:val="%1."/>
      <w:lvlJc w:val="left"/>
      <w:pPr>
        <w:tabs>
          <w:tab w:val="num" w:pos="1792"/>
        </w:tabs>
        <w:ind w:left="1429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26" w15:restartNumberingAfterBreak="0">
    <w:nsid w:val="2A734AED"/>
    <w:multiLevelType w:val="singleLevel"/>
    <w:tmpl w:val="F4C4A8DA"/>
    <w:lvl w:ilvl="0">
      <w:start w:val="1"/>
      <w:numFmt w:val="decimal"/>
      <w:pStyle w:val="TabelleListe2numerisch"/>
      <w:lvlText w:val="%1."/>
      <w:lvlJc w:val="left"/>
      <w:pPr>
        <w:tabs>
          <w:tab w:val="num" w:pos="731"/>
        </w:tabs>
        <w:ind w:left="731" w:hanging="374"/>
      </w:pPr>
      <w:rPr>
        <w:rFonts w:ascii="Arial" w:hAnsi="Arial" w:hint="default"/>
        <w:sz w:val="20"/>
      </w:rPr>
    </w:lvl>
  </w:abstractNum>
  <w:abstractNum w:abstractNumId="27" w15:restartNumberingAfterBreak="0">
    <w:nsid w:val="2DA253A0"/>
    <w:multiLevelType w:val="hybridMultilevel"/>
    <w:tmpl w:val="D13A40A8"/>
    <w:lvl w:ilvl="0" w:tplc="FCA8852C">
      <w:start w:val="1"/>
      <w:numFmt w:val="bullet"/>
      <w:pStyle w:val="VorschriftListe3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301431A0"/>
    <w:multiLevelType w:val="singleLevel"/>
    <w:tmpl w:val="9D006F9A"/>
    <w:lvl w:ilvl="0">
      <w:start w:val="1"/>
      <w:numFmt w:val="upperRoman"/>
      <w:pStyle w:val="VorschriftListe2rmisch"/>
      <w:lvlText w:val="%1.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29" w15:restartNumberingAfterBreak="0">
    <w:nsid w:val="30DE6C3F"/>
    <w:multiLevelType w:val="hybridMultilevel"/>
    <w:tmpl w:val="83DC24A8"/>
    <w:lvl w:ilvl="0" w:tplc="AE58DC4A">
      <w:start w:val="1"/>
      <w:numFmt w:val="decimal"/>
      <w:pStyle w:val="Muster2Liste1numerisch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138680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646C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88AA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38AF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968B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622D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4223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806C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530FCD"/>
    <w:multiLevelType w:val="multilevel"/>
    <w:tmpl w:val="E6DAE9D8"/>
    <w:lvl w:ilvl="0">
      <w:start w:val="1"/>
      <w:numFmt w:val="bullet"/>
      <w:pStyle w:val="TabelleListe2ungeordnet"/>
      <w:lvlText w:val="·"/>
      <w:lvlJc w:val="left"/>
      <w:pPr>
        <w:tabs>
          <w:tab w:val="num" w:pos="729"/>
        </w:tabs>
        <w:ind w:left="729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089"/>
        </w:tabs>
        <w:ind w:left="1089" w:hanging="360"/>
      </w:pPr>
    </w:lvl>
    <w:lvl w:ilvl="2">
      <w:start w:val="1"/>
      <w:numFmt w:val="lowerRoman"/>
      <w:lvlText w:val="%3)"/>
      <w:lvlJc w:val="left"/>
      <w:pPr>
        <w:tabs>
          <w:tab w:val="num" w:pos="1449"/>
        </w:tabs>
        <w:ind w:left="1449" w:hanging="360"/>
      </w:pPr>
    </w:lvl>
    <w:lvl w:ilvl="3">
      <w:start w:val="1"/>
      <w:numFmt w:val="decimal"/>
      <w:lvlText w:val="(%4)"/>
      <w:lvlJc w:val="left"/>
      <w:pPr>
        <w:tabs>
          <w:tab w:val="num" w:pos="1809"/>
        </w:tabs>
        <w:ind w:left="1809" w:hanging="360"/>
      </w:pPr>
    </w:lvl>
    <w:lvl w:ilvl="4">
      <w:start w:val="1"/>
      <w:numFmt w:val="lowerLetter"/>
      <w:lvlText w:val="(%5)"/>
      <w:lvlJc w:val="left"/>
      <w:pPr>
        <w:tabs>
          <w:tab w:val="num" w:pos="2169"/>
        </w:tabs>
        <w:ind w:left="2169" w:hanging="360"/>
      </w:pPr>
    </w:lvl>
    <w:lvl w:ilvl="5">
      <w:start w:val="1"/>
      <w:numFmt w:val="lowerRoman"/>
      <w:lvlText w:val="(%6)"/>
      <w:lvlJc w:val="left"/>
      <w:pPr>
        <w:tabs>
          <w:tab w:val="num" w:pos="2529"/>
        </w:tabs>
        <w:ind w:left="2529" w:hanging="360"/>
      </w:pPr>
    </w:lvl>
    <w:lvl w:ilvl="6">
      <w:start w:val="1"/>
      <w:numFmt w:val="decimal"/>
      <w:lvlText w:val="%7."/>
      <w:lvlJc w:val="left"/>
      <w:pPr>
        <w:tabs>
          <w:tab w:val="num" w:pos="2889"/>
        </w:tabs>
        <w:ind w:left="2889" w:hanging="360"/>
      </w:pPr>
    </w:lvl>
    <w:lvl w:ilvl="7">
      <w:start w:val="1"/>
      <w:numFmt w:val="lowerLetter"/>
      <w:lvlText w:val="%8."/>
      <w:lvlJc w:val="left"/>
      <w:pPr>
        <w:tabs>
          <w:tab w:val="num" w:pos="3249"/>
        </w:tabs>
        <w:ind w:left="3249" w:hanging="360"/>
      </w:pPr>
    </w:lvl>
    <w:lvl w:ilvl="8">
      <w:start w:val="1"/>
      <w:numFmt w:val="lowerRoman"/>
      <w:lvlText w:val="%9."/>
      <w:lvlJc w:val="left"/>
      <w:pPr>
        <w:tabs>
          <w:tab w:val="num" w:pos="3609"/>
        </w:tabs>
        <w:ind w:left="3609" w:hanging="360"/>
      </w:pPr>
    </w:lvl>
  </w:abstractNum>
  <w:abstractNum w:abstractNumId="31" w15:restartNumberingAfterBreak="0">
    <w:nsid w:val="3AE804B2"/>
    <w:multiLevelType w:val="singleLevel"/>
    <w:tmpl w:val="41547F50"/>
    <w:lvl w:ilvl="0">
      <w:start w:val="1"/>
      <w:numFmt w:val="lowerLetter"/>
      <w:pStyle w:val="VorschriftListe2alphabetisch"/>
      <w:lvlText w:val="%1)"/>
      <w:lvlJc w:val="left"/>
      <w:pPr>
        <w:tabs>
          <w:tab w:val="num" w:pos="754"/>
        </w:tabs>
        <w:ind w:left="754" w:hanging="39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32" w15:restartNumberingAfterBreak="0">
    <w:nsid w:val="3B142F47"/>
    <w:multiLevelType w:val="hybridMultilevel"/>
    <w:tmpl w:val="826CCBA2"/>
    <w:lvl w:ilvl="0" w:tplc="82FECCCE">
      <w:start w:val="1"/>
      <w:numFmt w:val="bullet"/>
      <w:pStyle w:val="VorschriftListe2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44AF29BB"/>
    <w:multiLevelType w:val="singleLevel"/>
    <w:tmpl w:val="B02279EC"/>
    <w:lvl w:ilvl="0">
      <w:start w:val="1"/>
      <w:numFmt w:val="lowerLetter"/>
      <w:pStyle w:val="MusterListe2alphabetisch"/>
      <w:lvlText w:val="%1)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34" w15:restartNumberingAfterBreak="0">
    <w:nsid w:val="4ED45975"/>
    <w:multiLevelType w:val="singleLevel"/>
    <w:tmpl w:val="A15CADB4"/>
    <w:lvl w:ilvl="0">
      <w:start w:val="1"/>
      <w:numFmt w:val="upperRoman"/>
      <w:pStyle w:val="MusterListe1rmisch"/>
      <w:lvlText w:val="%1."/>
      <w:lvlJc w:val="left"/>
      <w:pPr>
        <w:tabs>
          <w:tab w:val="num" w:pos="720"/>
        </w:tabs>
        <w:ind w:left="363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35" w15:restartNumberingAfterBreak="0">
    <w:nsid w:val="52751630"/>
    <w:multiLevelType w:val="singleLevel"/>
    <w:tmpl w:val="627A479C"/>
    <w:lvl w:ilvl="0">
      <w:start w:val="1"/>
      <w:numFmt w:val="upperRoman"/>
      <w:pStyle w:val="VorschriftListe3rmisch"/>
      <w:lvlText w:val="%1."/>
      <w:lvlJc w:val="left"/>
      <w:pPr>
        <w:tabs>
          <w:tab w:val="num" w:pos="1434"/>
        </w:tabs>
        <w:ind w:left="1071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36" w15:restartNumberingAfterBreak="0">
    <w:nsid w:val="53D309A1"/>
    <w:multiLevelType w:val="hybridMultilevel"/>
    <w:tmpl w:val="AFB658B0"/>
    <w:lvl w:ilvl="0" w:tplc="EA2C1F20">
      <w:start w:val="1"/>
      <w:numFmt w:val="decimal"/>
      <w:pStyle w:val="Muster2Liste2numerisch"/>
      <w:lvlText w:val="%1.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5C769E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0C1A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AD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8C2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9EDF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1048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8A10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B8F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6D442E0"/>
    <w:multiLevelType w:val="hybridMultilevel"/>
    <w:tmpl w:val="030C61D8"/>
    <w:lvl w:ilvl="0" w:tplc="E9888A88">
      <w:start w:val="1"/>
      <w:numFmt w:val="lowerLetter"/>
      <w:pStyle w:val="Liste2alphabetisch"/>
      <w:lvlText w:val="%1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7912E39"/>
    <w:multiLevelType w:val="singleLevel"/>
    <w:tmpl w:val="A868454E"/>
    <w:lvl w:ilvl="0">
      <w:start w:val="1"/>
      <w:numFmt w:val="decimal"/>
      <w:pStyle w:val="TabelleListe1numerisch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sz w:val="20"/>
      </w:rPr>
    </w:lvl>
  </w:abstractNum>
  <w:abstractNum w:abstractNumId="39" w15:restartNumberingAfterBreak="0">
    <w:nsid w:val="59210701"/>
    <w:multiLevelType w:val="singleLevel"/>
    <w:tmpl w:val="C7D4ACBC"/>
    <w:lvl w:ilvl="0">
      <w:start w:val="1"/>
      <w:numFmt w:val="decimal"/>
      <w:pStyle w:val="Liste1numerisch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</w:abstractNum>
  <w:abstractNum w:abstractNumId="40" w15:restartNumberingAfterBreak="0">
    <w:nsid w:val="5AB46712"/>
    <w:multiLevelType w:val="multilevel"/>
    <w:tmpl w:val="DD06DEC8"/>
    <w:lvl w:ilvl="0">
      <w:start w:val="1"/>
      <w:numFmt w:val="bullet"/>
      <w:pStyle w:val="TabelleListe1ungeordn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5B686D00"/>
    <w:multiLevelType w:val="singleLevel"/>
    <w:tmpl w:val="1CD8E26C"/>
    <w:lvl w:ilvl="0">
      <w:start w:val="1"/>
      <w:numFmt w:val="decimal"/>
      <w:pStyle w:val="VorschriftListe2numerisch"/>
      <w:lvlText w:val="%1."/>
      <w:lvlJc w:val="left"/>
      <w:pPr>
        <w:tabs>
          <w:tab w:val="num" w:pos="754"/>
        </w:tabs>
        <w:ind w:left="754" w:hanging="39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42" w15:restartNumberingAfterBreak="0">
    <w:nsid w:val="5C114123"/>
    <w:multiLevelType w:val="hybridMultilevel"/>
    <w:tmpl w:val="6764E020"/>
    <w:lvl w:ilvl="0" w:tplc="B5F06310">
      <w:start w:val="1"/>
      <w:numFmt w:val="upperRoman"/>
      <w:pStyle w:val="Liste1rmisch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6357B1"/>
    <w:multiLevelType w:val="singleLevel"/>
    <w:tmpl w:val="FE1AD088"/>
    <w:lvl w:ilvl="0">
      <w:start w:val="1"/>
      <w:numFmt w:val="lowerLetter"/>
      <w:pStyle w:val="VorschriftListe3alphabetisch"/>
      <w:lvlText w:val="%1)"/>
      <w:lvlJc w:val="left"/>
      <w:pPr>
        <w:tabs>
          <w:tab w:val="num" w:pos="1074"/>
        </w:tabs>
        <w:ind w:left="1071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44" w15:restartNumberingAfterBreak="0">
    <w:nsid w:val="5D6B0948"/>
    <w:multiLevelType w:val="hybridMultilevel"/>
    <w:tmpl w:val="A762DB7A"/>
    <w:lvl w:ilvl="0" w:tplc="69EE2F3E">
      <w:start w:val="1"/>
      <w:numFmt w:val="bullet"/>
      <w:lvlText w:val=""/>
      <w:lvlJc w:val="left"/>
      <w:pPr>
        <w:tabs>
          <w:tab w:val="num" w:pos="360"/>
        </w:tabs>
        <w:ind w:left="360" w:hanging="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A63DA"/>
    <w:multiLevelType w:val="hybridMultilevel"/>
    <w:tmpl w:val="89BEB092"/>
    <w:lvl w:ilvl="0" w:tplc="4B8826F2">
      <w:start w:val="1"/>
      <w:numFmt w:val="bullet"/>
      <w:pStyle w:val="Muster2Liste2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A9849FE4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688C3204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22CAFB2E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058997E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D7A3F1A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5576FFD2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E9EE06E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63785ED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6" w15:restartNumberingAfterBreak="0">
    <w:nsid w:val="5FF45B69"/>
    <w:multiLevelType w:val="singleLevel"/>
    <w:tmpl w:val="7C9A876A"/>
    <w:lvl w:ilvl="0">
      <w:start w:val="1"/>
      <w:numFmt w:val="decimal"/>
      <w:pStyle w:val="MusterListe1numerisch"/>
      <w:lvlText w:val="%1."/>
      <w:lvlJc w:val="left"/>
      <w:pPr>
        <w:tabs>
          <w:tab w:val="num" w:pos="363"/>
        </w:tabs>
        <w:ind w:left="363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47" w15:restartNumberingAfterBreak="0">
    <w:nsid w:val="60514C01"/>
    <w:multiLevelType w:val="hybridMultilevel"/>
    <w:tmpl w:val="EF648E4C"/>
    <w:lvl w:ilvl="0" w:tplc="7674CF72">
      <w:start w:val="1"/>
      <w:numFmt w:val="upperRoman"/>
      <w:pStyle w:val="Liste2rmisch"/>
      <w:lvlText w:val="%1.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0F1A0B"/>
    <w:multiLevelType w:val="singleLevel"/>
    <w:tmpl w:val="98EAE7F6"/>
    <w:lvl w:ilvl="0">
      <w:start w:val="1"/>
      <w:numFmt w:val="lowerLetter"/>
      <w:pStyle w:val="VorschriftListe1alphabetisch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49" w15:restartNumberingAfterBreak="0">
    <w:nsid w:val="62C26D8D"/>
    <w:multiLevelType w:val="hybridMultilevel"/>
    <w:tmpl w:val="EEC49DB8"/>
    <w:lvl w:ilvl="0" w:tplc="368CF18A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BB145B"/>
    <w:multiLevelType w:val="hybridMultilevel"/>
    <w:tmpl w:val="4B707698"/>
    <w:lvl w:ilvl="0" w:tplc="0A60686A">
      <w:start w:val="1"/>
      <w:numFmt w:val="lowerLetter"/>
      <w:pStyle w:val="Muster2Liste2alphabetisch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976EE9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24B5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9E3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087D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1A52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7E0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C677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D0E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96B0130"/>
    <w:multiLevelType w:val="hybridMultilevel"/>
    <w:tmpl w:val="845651B0"/>
    <w:lvl w:ilvl="0" w:tplc="EA683056">
      <w:start w:val="1"/>
      <w:numFmt w:val="bullet"/>
      <w:pStyle w:val="VorschriftListe4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12"/>
        </w:tabs>
        <w:ind w:left="25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32"/>
        </w:tabs>
        <w:ind w:left="3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52"/>
        </w:tabs>
        <w:ind w:left="3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72"/>
        </w:tabs>
        <w:ind w:left="4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92"/>
        </w:tabs>
        <w:ind w:left="5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12"/>
        </w:tabs>
        <w:ind w:left="6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32"/>
        </w:tabs>
        <w:ind w:left="6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52"/>
        </w:tabs>
        <w:ind w:left="7552" w:hanging="360"/>
      </w:pPr>
      <w:rPr>
        <w:rFonts w:ascii="Wingdings" w:hAnsi="Wingdings" w:hint="default"/>
      </w:rPr>
    </w:lvl>
  </w:abstractNum>
  <w:abstractNum w:abstractNumId="52" w15:restartNumberingAfterBreak="0">
    <w:nsid w:val="6B5574DA"/>
    <w:multiLevelType w:val="hybridMultilevel"/>
    <w:tmpl w:val="4C7E0EDA"/>
    <w:lvl w:ilvl="0" w:tplc="06F66C80">
      <w:start w:val="1"/>
      <w:numFmt w:val="bullet"/>
      <w:pStyle w:val="Vorschrift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997DCA"/>
    <w:multiLevelType w:val="singleLevel"/>
    <w:tmpl w:val="197864A2"/>
    <w:lvl w:ilvl="0">
      <w:start w:val="1"/>
      <w:numFmt w:val="decimal"/>
      <w:pStyle w:val="VorschriftListe4numerisch"/>
      <w:lvlText w:val="%1."/>
      <w:lvlJc w:val="left"/>
      <w:pPr>
        <w:tabs>
          <w:tab w:val="num" w:pos="1432"/>
        </w:tabs>
        <w:ind w:left="1429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54" w15:restartNumberingAfterBreak="0">
    <w:nsid w:val="70AD65BE"/>
    <w:multiLevelType w:val="singleLevel"/>
    <w:tmpl w:val="0FD6DEBA"/>
    <w:lvl w:ilvl="0">
      <w:start w:val="1"/>
      <w:numFmt w:val="decimal"/>
      <w:pStyle w:val="VorschriftListe1numerisch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55" w15:restartNumberingAfterBreak="0">
    <w:nsid w:val="72D11F38"/>
    <w:multiLevelType w:val="singleLevel"/>
    <w:tmpl w:val="5A56294A"/>
    <w:lvl w:ilvl="0">
      <w:start w:val="1"/>
      <w:numFmt w:val="lowerLetter"/>
      <w:pStyle w:val="TabelleListe2alphabetisch"/>
      <w:lvlText w:val="%1)"/>
      <w:lvlJc w:val="left"/>
      <w:pPr>
        <w:tabs>
          <w:tab w:val="num" w:pos="731"/>
        </w:tabs>
        <w:ind w:left="731" w:hanging="374"/>
      </w:pPr>
      <w:rPr>
        <w:rFonts w:ascii="Arial" w:hAnsi="Arial" w:hint="default"/>
        <w:sz w:val="20"/>
      </w:rPr>
    </w:lvl>
  </w:abstractNum>
  <w:abstractNum w:abstractNumId="56" w15:restartNumberingAfterBreak="0">
    <w:nsid w:val="7610112F"/>
    <w:multiLevelType w:val="singleLevel"/>
    <w:tmpl w:val="63901254"/>
    <w:lvl w:ilvl="0">
      <w:start w:val="1"/>
      <w:numFmt w:val="upperRoman"/>
      <w:pStyle w:val="VorschriftListe1rmisch"/>
      <w:lvlText w:val="%1."/>
      <w:lvlJc w:val="left"/>
      <w:pPr>
        <w:tabs>
          <w:tab w:val="num" w:pos="720"/>
        </w:tabs>
        <w:ind w:left="363" w:hanging="363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57" w15:restartNumberingAfterBreak="0">
    <w:nsid w:val="7B7F7EC3"/>
    <w:multiLevelType w:val="hybridMultilevel"/>
    <w:tmpl w:val="DFDA64FC"/>
    <w:lvl w:ilvl="0" w:tplc="AA0C02F0">
      <w:start w:val="1"/>
      <w:numFmt w:val="lowerLetter"/>
      <w:pStyle w:val="Muster2Liste1alphabetisch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5F6C2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FEE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48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1411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3858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4A80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24A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88B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960885"/>
    <w:multiLevelType w:val="hybridMultilevel"/>
    <w:tmpl w:val="D206AE88"/>
    <w:lvl w:ilvl="0" w:tplc="3ECA3F9C">
      <w:start w:val="1"/>
      <w:numFmt w:val="bullet"/>
      <w:pStyle w:val="MusterListe2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9" w15:restartNumberingAfterBreak="0">
    <w:nsid w:val="7BAD6EEA"/>
    <w:multiLevelType w:val="hybridMultilevel"/>
    <w:tmpl w:val="0C7C56A2"/>
    <w:lvl w:ilvl="0" w:tplc="B7BE7F4C">
      <w:start w:val="1"/>
      <w:numFmt w:val="upperRoman"/>
      <w:pStyle w:val="Liste3rmisch"/>
      <w:lvlText w:val="%1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9D3549"/>
    <w:multiLevelType w:val="hybridMultilevel"/>
    <w:tmpl w:val="57885066"/>
    <w:lvl w:ilvl="0" w:tplc="AA0C05A8">
      <w:start w:val="1"/>
      <w:numFmt w:val="bullet"/>
      <w:pStyle w:val="Muster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FAE037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815489232">
    <w:abstractNumId w:val="8"/>
  </w:num>
  <w:num w:numId="2" w16cid:durableId="589050472">
    <w:abstractNumId w:val="40"/>
  </w:num>
  <w:num w:numId="3" w16cid:durableId="1569804932">
    <w:abstractNumId w:val="30"/>
  </w:num>
  <w:num w:numId="4" w16cid:durableId="400296044">
    <w:abstractNumId w:val="26"/>
  </w:num>
  <w:num w:numId="5" w16cid:durableId="324405130">
    <w:abstractNumId w:val="55"/>
  </w:num>
  <w:num w:numId="6" w16cid:durableId="185754298">
    <w:abstractNumId w:val="9"/>
  </w:num>
  <w:num w:numId="7" w16cid:durableId="88550953">
    <w:abstractNumId w:val="53"/>
  </w:num>
  <w:num w:numId="8" w16cid:durableId="752698162">
    <w:abstractNumId w:val="25"/>
  </w:num>
  <w:num w:numId="9" w16cid:durableId="99643836">
    <w:abstractNumId w:val="6"/>
  </w:num>
  <w:num w:numId="10" w16cid:durableId="366374500">
    <w:abstractNumId w:val="5"/>
  </w:num>
  <w:num w:numId="11" w16cid:durableId="1695229664">
    <w:abstractNumId w:val="4"/>
  </w:num>
  <w:num w:numId="12" w16cid:durableId="507410429">
    <w:abstractNumId w:val="7"/>
  </w:num>
  <w:num w:numId="13" w16cid:durableId="463430731">
    <w:abstractNumId w:val="3"/>
  </w:num>
  <w:num w:numId="14" w16cid:durableId="52122330">
    <w:abstractNumId w:val="2"/>
  </w:num>
  <w:num w:numId="15" w16cid:durableId="1336108353">
    <w:abstractNumId w:val="1"/>
  </w:num>
  <w:num w:numId="16" w16cid:durableId="739211263">
    <w:abstractNumId w:val="0"/>
  </w:num>
  <w:num w:numId="17" w16cid:durableId="200636171">
    <w:abstractNumId w:val="10"/>
  </w:num>
  <w:num w:numId="18" w16cid:durableId="1493333283">
    <w:abstractNumId w:val="11"/>
  </w:num>
  <w:num w:numId="19" w16cid:durableId="1631479227">
    <w:abstractNumId w:val="12"/>
  </w:num>
  <w:num w:numId="20" w16cid:durableId="1174298128">
    <w:abstractNumId w:val="23"/>
  </w:num>
  <w:num w:numId="21" w16cid:durableId="1857963457">
    <w:abstractNumId w:val="46"/>
  </w:num>
  <w:num w:numId="22" w16cid:durableId="1847749711">
    <w:abstractNumId w:val="34"/>
  </w:num>
  <w:num w:numId="23" w16cid:durableId="1500080977">
    <w:abstractNumId w:val="33"/>
  </w:num>
  <w:num w:numId="24" w16cid:durableId="28115691">
    <w:abstractNumId w:val="22"/>
  </w:num>
  <w:num w:numId="25" w16cid:durableId="1235972516">
    <w:abstractNumId w:val="24"/>
  </w:num>
  <w:num w:numId="26" w16cid:durableId="715933860">
    <w:abstractNumId w:val="20"/>
  </w:num>
  <w:num w:numId="27" w16cid:durableId="1117021967">
    <w:abstractNumId w:val="38"/>
  </w:num>
  <w:num w:numId="28" w16cid:durableId="696394126">
    <w:abstractNumId w:val="48"/>
  </w:num>
  <w:num w:numId="29" w16cid:durableId="1248807752">
    <w:abstractNumId w:val="54"/>
  </w:num>
  <w:num w:numId="30" w16cid:durableId="415248185">
    <w:abstractNumId w:val="56"/>
  </w:num>
  <w:num w:numId="31" w16cid:durableId="1576359689">
    <w:abstractNumId w:val="31"/>
  </w:num>
  <w:num w:numId="32" w16cid:durableId="369183729">
    <w:abstractNumId w:val="41"/>
  </w:num>
  <w:num w:numId="33" w16cid:durableId="111554696">
    <w:abstractNumId w:val="28"/>
  </w:num>
  <w:num w:numId="34" w16cid:durableId="1652904517">
    <w:abstractNumId w:val="43"/>
  </w:num>
  <w:num w:numId="35" w16cid:durableId="1801535618">
    <w:abstractNumId w:val="15"/>
  </w:num>
  <w:num w:numId="36" w16cid:durableId="202325214">
    <w:abstractNumId w:val="35"/>
  </w:num>
  <w:num w:numId="37" w16cid:durableId="725302381">
    <w:abstractNumId w:val="16"/>
  </w:num>
  <w:num w:numId="38" w16cid:durableId="1897933104">
    <w:abstractNumId w:val="39"/>
  </w:num>
  <w:num w:numId="39" w16cid:durableId="117534419">
    <w:abstractNumId w:val="42"/>
  </w:num>
  <w:num w:numId="40" w16cid:durableId="993488303">
    <w:abstractNumId w:val="37"/>
  </w:num>
  <w:num w:numId="41" w16cid:durableId="1721250093">
    <w:abstractNumId w:val="21"/>
  </w:num>
  <w:num w:numId="42" w16cid:durableId="689768147">
    <w:abstractNumId w:val="44"/>
  </w:num>
  <w:num w:numId="43" w16cid:durableId="603420896">
    <w:abstractNumId w:val="18"/>
  </w:num>
  <w:num w:numId="44" w16cid:durableId="1876846438">
    <w:abstractNumId w:val="57"/>
  </w:num>
  <w:num w:numId="45" w16cid:durableId="2044598684">
    <w:abstractNumId w:val="47"/>
  </w:num>
  <w:num w:numId="46" w16cid:durableId="1179126240">
    <w:abstractNumId w:val="17"/>
  </w:num>
  <w:num w:numId="47" w16cid:durableId="1519848733">
    <w:abstractNumId w:val="13"/>
  </w:num>
  <w:num w:numId="48" w16cid:durableId="525797249">
    <w:abstractNumId w:val="19"/>
  </w:num>
  <w:num w:numId="49" w16cid:durableId="786699810">
    <w:abstractNumId w:val="59"/>
  </w:num>
  <w:num w:numId="50" w16cid:durableId="814031739">
    <w:abstractNumId w:val="45"/>
  </w:num>
  <w:num w:numId="51" w16cid:durableId="1968898317">
    <w:abstractNumId w:val="29"/>
  </w:num>
  <w:num w:numId="52" w16cid:durableId="1574465813">
    <w:abstractNumId w:val="50"/>
  </w:num>
  <w:num w:numId="53" w16cid:durableId="1886981940">
    <w:abstractNumId w:val="36"/>
  </w:num>
  <w:num w:numId="54" w16cid:durableId="706295473">
    <w:abstractNumId w:val="49"/>
  </w:num>
  <w:num w:numId="55" w16cid:durableId="1331716227">
    <w:abstractNumId w:val="32"/>
  </w:num>
  <w:num w:numId="56" w16cid:durableId="236018699">
    <w:abstractNumId w:val="27"/>
  </w:num>
  <w:num w:numId="57" w16cid:durableId="513344891">
    <w:abstractNumId w:val="51"/>
  </w:num>
  <w:num w:numId="58" w16cid:durableId="477694000">
    <w:abstractNumId w:val="14"/>
  </w:num>
  <w:num w:numId="59" w16cid:durableId="416171867">
    <w:abstractNumId w:val="60"/>
  </w:num>
  <w:num w:numId="60" w16cid:durableId="860512585">
    <w:abstractNumId w:val="58"/>
  </w:num>
  <w:num w:numId="61" w16cid:durableId="1387295730">
    <w:abstractNumId w:val="52"/>
  </w:num>
  <w:num w:numId="62" w16cid:durableId="1224101908">
    <w:abstractNumId w:val="6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560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lphabetisch" w:val="0"/>
    <w:docVar w:name="alstand" w:val="0"/>
    <w:docVar w:name="anz_abb" w:val="0"/>
    <w:docVar w:name="anz_formeln" w:val="0"/>
    <w:docVar w:name="anz_tabellen" w:val="0"/>
    <w:docVar w:name="auspraegung2" w:val="Deutsch"/>
    <w:docVar w:name="autor" w:val="Schneppendahl,|"/>
    <w:docVar w:name="columnentitel" w:val=" 14a BetrVG)"/>
    <w:docVar w:name="dateiname" w:val="02_02_Durchführung der BW im sog. vereinfachten Wahlverfahren_03_08.doc"/>
    <w:docVar w:name="datum" w:val="01.07.2004"/>
    <w:docVar w:name="dokumenttyp" w:val="Standardtext"/>
    <w:docVar w:name="fkt_Antwort" w:val="Antwort"/>
    <w:docVar w:name="fkt_Auszug" w:val="Auszug"/>
    <w:docVar w:name="fkt_Beispiel" w:val="Beispiel"/>
    <w:docVar w:name="fkt_Bildplatzhalter" w:val="Bildplatzhalter"/>
    <w:docVar w:name="fkt_Bildtextblock" w:val="Bildtextblock"/>
    <w:docVar w:name="fkt_Bildtitel" w:val="Bildtitel"/>
    <w:docVar w:name="fkt_Doktitel" w:val="Doktitel"/>
    <w:docVar w:name="fkt_Entscheidung" w:val="Entscheidung"/>
    <w:docVar w:name="fkt_Fallbeschreibung_Titel" w:val="Fallbeschreibung Titel"/>
    <w:docVar w:name="fkt_Fett" w:val="Fett"/>
    <w:docVar w:name="fkt_Filter" w:val="Filter"/>
    <w:docVar w:name="fkt_Frage" w:val="Frage"/>
    <w:docVar w:name="fkt_Gruende_Titel" w:val="Gründe Titel"/>
    <w:docVar w:name="fkt_Hervorgehoben" w:val="Hervorgehoben"/>
    <w:docVar w:name="fkt_Hinweis" w:val="Hinweis"/>
    <w:docVar w:name="fkt_Hoch" w:val="Hoch"/>
    <w:docVar w:name="fkt_Inhalt_Titel" w:val="Inhalt Titel"/>
    <w:docVar w:name="fkt_Inhalt1" w:val="Inhalt 1"/>
    <w:docVar w:name="fkt_Inhalt2" w:val="Inhalt 2"/>
    <w:docVar w:name="fkt_Inhalt3" w:val="Inhalt 3"/>
    <w:docVar w:name="fkt_Inhalt4" w:val="Inhalt 4"/>
    <w:docVar w:name="fkt_Inhalt5" w:val="Inhalt 5"/>
    <w:docVar w:name="fkt_Kommentar_Titel" w:val="Kommentar Titel"/>
    <w:docVar w:name="fkt_Kursiv" w:val="Kursiv"/>
    <w:docVar w:name="fkt_Leitsatz_Titel" w:val="Leitsatz Titel"/>
    <w:docVar w:name="fkt_Liste_1" w:val="Liste 1"/>
    <w:docVar w:name="fkt_Liste_1_fortsetzen" w:val="Liste 1 fortsetzen"/>
    <w:docVar w:name="fkt_Liste_1_Grad_alphabetisch" w:val="Liste 1 alphabetisch"/>
    <w:docVar w:name="fkt_Liste_1_manuell" w:val="Liste 1 manuell"/>
    <w:docVar w:name="fkt_Liste_1_numerisch" w:val="Liste 1 numerisch"/>
    <w:docVar w:name="fkt_Liste_1_roemisch" w:val="Liste 1 römisch"/>
    <w:docVar w:name="fkt_Liste_2" w:val="Liste 2"/>
    <w:docVar w:name="fkt_Liste_2_alphabetisch" w:val="Liste 2 alphabetisch"/>
    <w:docVar w:name="fkt_Liste_2_fortsetzen" w:val="Liste 2 fortsetzen"/>
    <w:docVar w:name="fkt_Liste_2_manuell" w:val="Liste 2 manuell"/>
    <w:docVar w:name="fkt_Liste_2_numerisch" w:val="Liste 2 numerisch"/>
    <w:docVar w:name="fkt_Liste_2_roemisch" w:val="Liste 2 römisch"/>
    <w:docVar w:name="fkt_Liste_3" w:val="Liste 3"/>
    <w:docVar w:name="fkt_Liste_3_alphabetisch" w:val="Liste 3 alphabetisch"/>
    <w:docVar w:name="fkt_Liste_3_fortsetzen" w:val="Liste 3 fortsetzen"/>
    <w:docVar w:name="fkt_Liste_3_manuell" w:val="Liste 3 manuell"/>
    <w:docVar w:name="fkt_Liste_3_numerisch" w:val="Liste 3 numerisch"/>
    <w:docVar w:name="fkt_Liste_3_roemisch" w:val="Liste 3 römisch"/>
    <w:docVar w:name="fkt_Marginalie" w:val="Marginalie"/>
    <w:docVar w:name="fkt_Muster_Art" w:val="Muster Art"/>
    <w:docVar w:name="fkt_Muster_Liste_1" w:val="Muster Liste 1"/>
    <w:docVar w:name="fkt_Muster_Liste_1_fortsetzen" w:val="Muster Liste 1 fortsetzen"/>
    <w:docVar w:name="fkt_Muster_Liste_1_Grad_alphabetisch" w:val="Muster Liste 1 alphabetisch"/>
    <w:docVar w:name="fkt_Muster_Liste_1_numerisch" w:val="Muster Liste 1 numerisch"/>
    <w:docVar w:name="fkt_Muster_Liste_1_roemisch" w:val="Muster Liste 1 römisch"/>
    <w:docVar w:name="fkt_Muster_Liste_2" w:val="Muster Liste 2"/>
    <w:docVar w:name="fkt_Muster_Liste_2_alphabetisch" w:val="Muster Liste 2 alphabetisch"/>
    <w:docVar w:name="fkt_Muster_Liste_2_fortsetzen" w:val="Muster Liste 2 fortsetzen"/>
    <w:docVar w:name="fkt_Muster_Liste_2_numerisch" w:val="Muster Liste 2 numerisch"/>
    <w:docVar w:name="fkt_Muster_Liste_2_roemisch" w:val="Muster Liste 2 römisch"/>
    <w:docVar w:name="fkt_Muster_Textblock" w:val="Muster Textblock"/>
    <w:docVar w:name="fkt_Muster_Textblock_extra" w:val="Muster Textblock extra"/>
    <w:docVar w:name="fkt_Muster_Titel" w:val="Muster Titel"/>
    <w:docVar w:name="fkt_Muster_Unterschrift" w:val="Muster Unterschrift"/>
    <w:docVar w:name="fkt_Muster_Zwischenueberschrift_1" w:val="Muster Zwischenüberschrift 1"/>
    <w:docVar w:name="fkt_Muster_Zwischenueberschrift_2" w:val="Muster Zwischenüberschrift 2"/>
    <w:docVar w:name="fkt_Muster_Zwischenueberschrift_3" w:val="Muster Zwischenüberschrift 3"/>
    <w:docVar w:name="fkt_Norm_Textblock" w:val="Norm Textblock"/>
    <w:docVar w:name="fkt_Norm1" w:val="Norm 1"/>
    <w:docVar w:name="fkt_Norm2" w:val="Norm 2"/>
    <w:docVar w:name="fkt_Norm3" w:val="Norm 3"/>
    <w:docVar w:name="fkt_Norm4" w:val="Norm 4"/>
    <w:docVar w:name="fkt_Norm5" w:val="Norm 5"/>
    <w:docVar w:name="fkt_Nummer" w:val="Nummer"/>
    <w:docVar w:name="fkt_Platzhalter" w:val="Platzhalter"/>
    <w:docVar w:name="fkt_Probleme" w:val="Probleme"/>
    <w:docVar w:name="fkt_Quelle" w:val="Quelle"/>
    <w:docVar w:name="fkt_Randnummer" w:val="Randnummer"/>
    <w:docVar w:name="fkt_Rechtliche_Beurteilung_Titel" w:val="Rechtliche Beurteilung Titel"/>
    <w:docVar w:name="fkt_Sachverhalt_Titel" w:val="Sachverhalt Titel"/>
    <w:docVar w:name="fkt_Standard" w:val="Absatz-Standardschriftart"/>
    <w:docVar w:name="fkt_Stichwort" w:val="Stichwort"/>
    <w:docVar w:name="fkt_Stichwort_Kind" w:val="Stichwort Kind"/>
    <w:docVar w:name="fkt_Stichwort_verdeckt" w:val="Stichwort verdeckt"/>
    <w:docVar w:name="fkt_Tabelle_Kopf_links_oben" w:val="Tabelle Kopf links oben"/>
    <w:docVar w:name="fkt_Tabelle_Liste_1" w:val="Tabelle Liste 1 ungeordnet"/>
    <w:docVar w:name="fkt_Tabelle_Liste_1_alphabetisch" w:val="Tabelle Liste 1 alphabetisch"/>
    <w:docVar w:name="fkt_Tabelle_Liste_1_fortsetzen" w:val="Tabelle Liste 1 fortsetzen"/>
    <w:docVar w:name="fkt_Tabelle_Liste_1_numerisch" w:val="Tabelle Liste 1 numerisch"/>
    <w:docVar w:name="fkt_Tabelle_Liste_2" w:val="Tabelle Liste 2 ungeordnet"/>
    <w:docVar w:name="fkt_Tabelle_Liste_2_alphabetisch" w:val="Tabelle Liste 2 alphabetisch"/>
    <w:docVar w:name="fkt_Tabelle_Liste_2_fortsetzen" w:val="Tabelle Liste 2 fortsetzen"/>
    <w:docVar w:name="fkt_Tabelle_Liste_2_numerisch" w:val="Tabelle Liste 2 numerisch"/>
    <w:docVar w:name="fkt_Tabelle_Textblock_links_oben" w:val="Tabelle Textblock links oben"/>
    <w:docVar w:name="fkt_Tabelle_Titel" w:val="Tabelle Titel"/>
    <w:docVar w:name="fkt_Technische_Beurteilung_Titel" w:val="Technische Beurteilung Titel"/>
    <w:docVar w:name="fkt_Textblock" w:val="Textblock"/>
    <w:docVar w:name="fkt_Tief" w:val="Tief"/>
    <w:docVar w:name="fkt_Verweis" w:val="Verweis"/>
    <w:docVar w:name="fkt_Verweisprogr" w:val="Verweisprogr"/>
    <w:docVar w:name="fkt_Vorinstanz_Titel" w:val="Vorinstanz Titel"/>
    <w:docVar w:name="fkt_Vorschrift_Absatz" w:val="Vorschrift Absatz"/>
    <w:docVar w:name="fkt_Vorschrift_Anhang_Titel" w:val="Vorschrift Anhang Titel"/>
    <w:docVar w:name="fkt_Vorschrift_Anhang1" w:val="Vorschrift Anhang 1"/>
    <w:docVar w:name="fkt_Vorschrift_Anhang2" w:val="Vorschrift Anhang 2"/>
    <w:docVar w:name="fkt_Vorschrift_Liste_1" w:val="Vorschrift Liste 1"/>
    <w:docVar w:name="fkt_Vorschrift_Liste_1_fortsetzen" w:val="Vorschrift Liste 1 fortsetzen"/>
    <w:docVar w:name="fkt_Vorschrift_Liste_1_Grad_alphabetisch" w:val="Vorschrift Liste 1 alphabetisch"/>
    <w:docVar w:name="fkt_Vorschrift_Liste_1_numerisch" w:val="Vorschrift Liste 1 numerisch"/>
    <w:docVar w:name="fkt_Vorschrift_Liste_1_roemisch" w:val="Vorschrift Liste 1 römisch"/>
    <w:docVar w:name="fkt_Vorschrift_Liste_2" w:val="Vorschrift Liste 2"/>
    <w:docVar w:name="fkt_Vorschrift_Liste_2_alphabetisch" w:val="Vorschrift Liste 2 alphabetisch"/>
    <w:docVar w:name="fkt_Vorschrift_Liste_2_fortsetzen" w:val="Vorschrift Liste 2 fortsetzen"/>
    <w:docVar w:name="fkt_Vorschrift_Liste_2_numerisch" w:val="Vorschrift Liste 2 numerisch"/>
    <w:docVar w:name="fkt_Vorschrift_Liste_2_roemisch" w:val="Vorschrift Liste 2 römisch"/>
    <w:docVar w:name="fkt_Vorschrift_Liste_3" w:val="Vorschrift Liste 3"/>
    <w:docVar w:name="fkt_Vorschrift_Liste_3_alphabetisch" w:val="Vorschrift Liste 3 alphabetisch"/>
    <w:docVar w:name="fkt_Vorschrift_Liste_3_fortsetzen" w:val="Vorschrift Liste 3 fortsetzen"/>
    <w:docVar w:name="fkt_Vorschrift_Liste_3_numerisch" w:val="Vorschrift Liste 3 numerisch"/>
    <w:docVar w:name="fkt_Vorschrift_Liste_3_roemisch" w:val="Vorschrift Liste 3 römisch"/>
    <w:docVar w:name="fkt_Vorschrift_Liste_4" w:val="Vorschrift Liste 4"/>
    <w:docVar w:name="fkt_Vorschrift_Liste_4_alphabetisch" w:val="Vorschrift Liste 4 alphabetisch"/>
    <w:docVar w:name="fkt_Vorschrift_Liste_4_fortsetzen" w:val="Vorschrift Liste 4 fortsetzen"/>
    <w:docVar w:name="fkt_Vorschrift_Liste_4_numerisch" w:val="Vorschrift Liste 4 numerisch"/>
    <w:docVar w:name="fkt_Vorschrift_Liste_4_roemisch" w:val="Vorschrift Liste 4 römisch"/>
    <w:docVar w:name="fkt_Vorschrift_Paragraph" w:val="Vorschrift Paragraph"/>
    <w:docVar w:name="fkt_Vorschrift_Textblock" w:val="Vorschrift Textblock"/>
    <w:docVar w:name="fkt_Vorschrift1" w:val="Vorschrift 1"/>
    <w:docVar w:name="fkt_Vorschrift2" w:val="Vorschrift 2"/>
    <w:docVar w:name="fkt_Vorschrift3" w:val="Vorschrift 3"/>
    <w:docVar w:name="fkt_Vorschrift4" w:val="Vorschrift 4"/>
    <w:docVar w:name="fkt_Vorschrift5" w:val="Vorschrift 5"/>
    <w:docVar w:name="fkt_Vorschrift6" w:val="Vorschrift 6"/>
    <w:docVar w:name="fkt_Vorschriften" w:val="Vorschriften"/>
    <w:docVar w:name="fkt_Ziel" w:val="Ziel"/>
    <w:docVar w:name="fkt_Zwischenueberschrift1" w:val="Zwischenüberschrift 1"/>
    <w:docVar w:name="fkt_Zwischenueberschrift2" w:val="Zwischenüberschrift 2"/>
    <w:docVar w:name="fkt_Zwischenueberschrift3" w:val="Zwischenüberschrift 3"/>
    <w:docVar w:name="Format:Entscheidung;Absatz;157" w:val="Gericht"/>
    <w:docVar w:name="Format;;Absatz;31" w:val="Tabelle Kopf links oben"/>
    <w:docVar w:name="Format;;Absatz;32" w:val="Tabelle Kopf mitte oben"/>
    <w:docVar w:name="Format;;Absatz;33" w:val="Tabelle Kopf rechts oben"/>
    <w:docVar w:name="Format;;Absatz;34" w:val="Tabelle Kopf links mitte"/>
    <w:docVar w:name="Format;;Absatz;35" w:val="Tabelle Kopf mitte mitte"/>
    <w:docVar w:name="Format;;Absatz;36" w:val="Tabelle Kopf rechts mitte"/>
    <w:docVar w:name="Format;;Absatz;37" w:val="Tabelle Kopf links unten"/>
    <w:docVar w:name="Format;;Absatz;38" w:val="Tabelle Kopf mitte unten"/>
    <w:docVar w:name="Format;;Absatz;39" w:val="Tabelle Kopf rechts unten"/>
    <w:docVar w:name="Format;;Absatz;40" w:val="Tabelle Textblock links oben"/>
    <w:docVar w:name="Format;;Absatz;41" w:val="Tabelle Textblock mitte oben"/>
    <w:docVar w:name="Format;;Absatz;42" w:val="Tabelle Textblock rechts oben"/>
    <w:docVar w:name="Format;;Absatz;43" w:val="Tabelle Textblock links mitte"/>
    <w:docVar w:name="Format;;Absatz;44" w:val="Tabelle Textblock mitte mitte"/>
    <w:docVar w:name="Format;;Absatz;45" w:val="Tabelle Textblock rechts mitte"/>
    <w:docVar w:name="Format;;Absatz;46" w:val="Tabelle Textblock links unten"/>
    <w:docVar w:name="Format;;Absatz;47" w:val="Tabelle Textblock mitte unten"/>
    <w:docVar w:name="Format;;Absatz;48" w:val="Tabelle Textblock rechts unten"/>
    <w:docVar w:name="Format;;Zeichen;1" w:val="Fett"/>
    <w:docVar w:name="Format;;Zeichen;10" w:val="Ziel"/>
    <w:docVar w:name="Format;;Zeichen;11" w:val="Nummer"/>
    <w:docVar w:name="Format;;Zeichen;12" w:val="Platzhalter"/>
    <w:docVar w:name="Format;;Zeichen;13" w:val="unbekanntes Zeichenformat"/>
    <w:docVar w:name="Format;;Zeichen;14" w:val="Fnaufruf"/>
    <w:docVar w:name="Format;;Zeichen;15" w:val="Fussnote"/>
    <w:docVar w:name="Format;;Zeichen;16" w:val="Filter"/>
    <w:docVar w:name="Format;;Zeichen;17" w:val="Muster Art"/>
    <w:docVar w:name="Format;;Zeichen;2" w:val="Kursiv"/>
    <w:docVar w:name="Format;;Zeichen;3" w:val="Hervorgehoben"/>
    <w:docVar w:name="Format;;Zeichen;4" w:val="Hoch"/>
    <w:docVar w:name="Format;;Zeichen;5" w:val="Tief"/>
    <w:docVar w:name="Format;;Zeichen;6" w:val="Stichwort"/>
    <w:docVar w:name="Format;;Zeichen;7" w:val="Stichwort Kind"/>
    <w:docVar w:name="Format;;Zeichen;8" w:val="Stichwort verdeckt"/>
    <w:docVar w:name="Format;;Zeichen;9" w:val="Verweis"/>
    <w:docVar w:name="Format;Entscheidung;Absatz;152" w:val="Fundstelle"/>
    <w:docVar w:name="Format;Entscheidung;Absatz;153" w:val="Datum"/>
    <w:docVar w:name="Format;Entscheidung;Absatz;154" w:val="Aktenzeichen"/>
    <w:docVar w:name="Format;Entscheidung;Absatz;155" w:val="Kurztitel"/>
    <w:docVar w:name="Format;Entscheidung;Absatz;156" w:val="Vorschrift"/>
    <w:docVar w:name="Format;Entscheidung;Absatz;157" w:val="Gericht"/>
    <w:docVar w:name="Format;Fall Bauschäden;Absatz;74" w:val="Klasse"/>
    <w:docVar w:name="Format;Fall Bauschäden;Absatz;75" w:val="Kategorie"/>
    <w:docVar w:name="Format;Fall Bauschäden;Absatz;76" w:val="Technische Beurteilung"/>
    <w:docVar w:name="Format;Fall Bauschäden;Absatz;77" w:val="Rechtliche Beurteilung"/>
    <w:docVar w:name="Format;Fall Bauschäden;Absatz;78" w:val="Fallbeschreibung Titel"/>
    <w:docVar w:name="Format;Fall Bauschäden;Absatz;79" w:val="Technische Beurteilung Titel"/>
    <w:docVar w:name="Format;Fall Bauschäden;Absatz;80" w:val="Rechtliche Beurteilung Titel"/>
    <w:docVar w:name="Format;Fall Bauschäden;Absatz;81" w:val="Fall"/>
    <w:docVar w:name="Format;Fall Bauschäden;Absatz;82" w:val="Norm"/>
    <w:docVar w:name="Format;Fall Bauschäden;Absatz;83" w:val="Kurztitel"/>
    <w:docVar w:name="Format;Fall VOB;Absatz;137" w:val="Hinweis"/>
    <w:docVar w:name="Format;Fall VOB;Absatz;138" w:val="Norm"/>
    <w:docVar w:name="Format;Fall VOB;Absatz;139" w:val="Phase"/>
    <w:docVar w:name="Format;Fall VOB;Absatz;140" w:val="Fall"/>
    <w:docVar w:name="Format;Fall VOB;Absatz;141" w:val="Antwort"/>
    <w:docVar w:name="Format;Fall VOB;Absatz;142" w:val="Frage"/>
    <w:docVar w:name="Format;Fall VOB;Absatz;143" w:val="Beispiel"/>
    <w:docVar w:name="Format;Fall VOB;Absatz;144" w:val="Entscheidung"/>
    <w:docVar w:name="Format;Fall VOB;Absatz;145" w:val="Vorschriften"/>
    <w:docVar w:name="Format;Fall VOB;Absatz;146" w:val="Probleme"/>
    <w:docVar w:name="Format;Fall VOB;Absatz;147" w:val="Kurztitel"/>
    <w:docVar w:name="Format;Standardtext;Absatz;1" w:val="Textblock"/>
    <w:docVar w:name="Format;Standardtext;Absatz;10" w:val="Liste 3 alphabetisch"/>
    <w:docVar w:name="Format;Standardtext;Absatz;100" w:val="Vorschrift 5"/>
    <w:docVar w:name="Format;Standardtext;Absatz;101" w:val="Vorschrift 6"/>
    <w:docVar w:name="Format;Standardtext;Absatz;102" w:val="Vorschrift Anhang Titel"/>
    <w:docVar w:name="Format;Standardtext;Absatz;103" w:val="Vorschrift Anhang 1"/>
    <w:docVar w:name="Format;Standardtext;Absatz;104" w:val="Vorschrift Anhang 2"/>
    <w:docVar w:name="Format;Standardtext;Absatz;105" w:val="Vorschrift Liste 1"/>
    <w:docVar w:name="Format;Standardtext;Absatz;106" w:val="Vorschrift Liste 1 numerisch"/>
    <w:docVar w:name="Format;Standardtext;Absatz;107" w:val="Vorschrift Liste 1 alphabetisch"/>
    <w:docVar w:name="Format;Standardtext;Absatz;108" w:val="Vorschrift Liste 1 römisch"/>
    <w:docVar w:name="Format;Standardtext;Absatz;109" w:val="Vorschrift Liste 1 fortsetzen"/>
    <w:docVar w:name="Format;Standardtext;Absatz;11" w:val="Liste 1 römisch"/>
    <w:docVar w:name="Format;Standardtext;Absatz;110" w:val="Vorschrift Liste 2"/>
    <w:docVar w:name="Format;Standardtext;Absatz;111" w:val="Vorschrift Liste 2 numerisch"/>
    <w:docVar w:name="Format;Standardtext;Absatz;112" w:val="Vorschrift Liste 2 alphabetisch"/>
    <w:docVar w:name="Format;Standardtext;Absatz;113" w:val="Vorschrift Liste 2 römisch"/>
    <w:docVar w:name="Format;Standardtext;Absatz;114" w:val="Vorschrift Liste 2 fortsetzen"/>
    <w:docVar w:name="Format;Standardtext;Absatz;115" w:val="Vorschrift Liste 3"/>
    <w:docVar w:name="Format;Standardtext;Absatz;116" w:val="Vorschrift Liste 3 numerisch"/>
    <w:docVar w:name="Format;Standardtext;Absatz;117" w:val="Vorschrift Liste 3 alphabetisch"/>
    <w:docVar w:name="Format;Standardtext;Absatz;118" w:val="Vorschrift Liste 3 römisch"/>
    <w:docVar w:name="Format;Standardtext;Absatz;119" w:val="Vorschrift Liste 3 fortsetzen"/>
    <w:docVar w:name="Format;Standardtext;Absatz;12" w:val="Liste 2 römisch"/>
    <w:docVar w:name="Format;Standardtext;Absatz;120" w:val="Vorschrift Liste 4"/>
    <w:docVar w:name="Format;Standardtext;Absatz;121" w:val="Vorschrift Liste 4 numerisch"/>
    <w:docVar w:name="Format;Standardtext;Absatz;122" w:val="Vorschrift Liste 4 alphabetisch"/>
    <w:docVar w:name="Format;Standardtext;Absatz;123" w:val="Vorschrift Liste 4 römisch"/>
    <w:docVar w:name="Format;Standardtext;Absatz;124" w:val="Vorschrift Liste 4 fortsetzen"/>
    <w:docVar w:name="Format;Standardtext;Absatz;125" w:val="Inhalt 5"/>
    <w:docVar w:name="Format;Standardtext;Absatz;126" w:val="Inhalt 4"/>
    <w:docVar w:name="Format;Standardtext;Absatz;127" w:val="Inhalt 3"/>
    <w:docVar w:name="Format;Standardtext;Absatz;128" w:val="Inhalt 2"/>
    <w:docVar w:name="Format;Standardtext;Absatz;129" w:val="Inhalt 1"/>
    <w:docVar w:name="Format;Standardtext;Absatz;13" w:val="Liste 3 römisch"/>
    <w:docVar w:name="Format;Standardtext;Absatz;130" w:val="Inhalt Titel"/>
    <w:docVar w:name="Format;Standardtext;Absatz;131" w:val="Norm Textblock"/>
    <w:docVar w:name="Format;Standardtext;Absatz;132" w:val="Norm 1"/>
    <w:docVar w:name="Format;Standardtext;Absatz;133" w:val="Norm 2"/>
    <w:docVar w:name="Format;Standardtext;Absatz;134" w:val="Norm 3"/>
    <w:docVar w:name="Format;Standardtext;Absatz;135" w:val="Norm 4"/>
    <w:docVar w:name="Format;Standardtext;Absatz;136" w:val="Norm 5"/>
    <w:docVar w:name="Format;Standardtext;Absatz;14" w:val="Liste 1 manuell"/>
    <w:docVar w:name="Format;Standardtext;Absatz;147" w:val="unbekanntes Absatzformat"/>
    <w:docVar w:name="Format;Standardtext;Absatz;15" w:val="Liste 2 manuell"/>
    <w:docVar w:name="Format;Standardtext;Absatz;16" w:val="Liste 3 manuell"/>
    <w:docVar w:name="Format;Standardtext;Absatz;17" w:val="Liste 1 fortsetzen"/>
    <w:docVar w:name="Format;Standardtext;Absatz;18" w:val="Liste 2 fortsetzen"/>
    <w:docVar w:name="Format;Standardtext;Absatz;19" w:val="Liste 3 fortsetzen"/>
    <w:docVar w:name="Format;Standardtext;Absatz;2" w:val="Liste 1"/>
    <w:docVar w:name="Format;Standardtext;Absatz;20" w:val="Bildplatzhalter"/>
    <w:docVar w:name="Format;Standardtext;Absatz;21" w:val="Bildtextblock"/>
    <w:docVar w:name="Format;Standardtext;Absatz;22" w:val="Bildtitel"/>
    <w:docVar w:name="Format;Standardtext;Absatz;23" w:val="Doktitel"/>
    <w:docVar w:name="Format;Standardtext;Absatz;24" w:val="Zwischenüberschrift 1"/>
    <w:docVar w:name="Format;Standardtext;Absatz;25" w:val="Zwischenüberschrift 2"/>
    <w:docVar w:name="Format;Standardtext;Absatz;26" w:val="Zwischenüberschrift 3"/>
    <w:docVar w:name="Format;Standardtext;Absatz;27" w:val="Marginalie"/>
    <w:docVar w:name="Format;Standardtext;Absatz;28" w:val="Randnummer"/>
    <w:docVar w:name="Format;Standardtext;Absatz;29" w:val="Auszug"/>
    <w:docVar w:name="Format;Standardtext;Absatz;3" w:val="Liste 2"/>
    <w:docVar w:name="Format;Standardtext;Absatz;30" w:val="Tabelle Titel"/>
    <w:docVar w:name="Format;Standardtext;Absatz;4" w:val="Liste 3"/>
    <w:docVar w:name="Format;Standardtext;Absatz;49" w:val="Tabelle Liste 1"/>
    <w:docVar w:name="Format;Standardtext;Absatz;5" w:val="Liste 1 numerisch"/>
    <w:docVar w:name="Format;Standardtext;Absatz;50" w:val="Tabelle Liste 1 numerisch"/>
    <w:docVar w:name="Format;Standardtext;Absatz;51" w:val="Tabelle Liste 1 alphabetisch"/>
    <w:docVar w:name="Format;Standardtext;Absatz;52" w:val="Tabelle Liste 2"/>
    <w:docVar w:name="Format;Standardtext;Absatz;53" w:val="Tabelle Liste 2 numerisch"/>
    <w:docVar w:name="Format;Standardtext;Absatz;54" w:val="Tabelle Liste 2 alphabetisch"/>
    <w:docVar w:name="Format;Standardtext;Absatz;541" w:val="Tabelle Liste 1 fortsetzen"/>
    <w:docVar w:name="Format;Standardtext;Absatz;542" w:val="Tabelle Liste 2 fortsetzen"/>
    <w:docVar w:name="Format;Standardtext;Absatz;55" w:val="Muster Textblock"/>
    <w:docVar w:name="Format;Standardtext;Absatz;56" w:val="Muster Titel"/>
    <w:docVar w:name="Format;Standardtext;Absatz;57" w:val="Muster Textblock extra"/>
    <w:docVar w:name="Format;Standardtext;Absatz;58" w:val="Muster Zwischenüberschrift 1"/>
    <w:docVar w:name="Format;Standardtext;Absatz;59" w:val="Muster Zwischenüberschrift 2"/>
    <w:docVar w:name="Format;Standardtext;Absatz;6" w:val="Liste 2 numerisch"/>
    <w:docVar w:name="Format;Standardtext;Absatz;60" w:val="Muster Zwischenüberschrift 3"/>
    <w:docVar w:name="Format;Standardtext;Absatz;61" w:val="Muster Liste 1"/>
    <w:docVar w:name="Format;Standardtext;Absatz;62" w:val="Muster Liste 2"/>
    <w:docVar w:name="Format;Standardtext;Absatz;63" w:val="Muster Liste 1 numerisch"/>
    <w:docVar w:name="Format;Standardtext;Absatz;64" w:val="Muster Liste 2 numerisch"/>
    <w:docVar w:name="Format;Standardtext;Absatz;65" w:val="Muster Liste 1 alphabetisch"/>
    <w:docVar w:name="Format;Standardtext;Absatz;66" w:val="Muster Liste 2 alphabetisch"/>
    <w:docVar w:name="Format;Standardtext;Absatz;67" w:val="Muster Liste 1 römisch"/>
    <w:docVar w:name="Format;Standardtext;Absatz;68" w:val="Muster Liste 2 römisch"/>
    <w:docVar w:name="Format;Standardtext;Absatz;69" w:val="Muster Liste 1 manuell"/>
    <w:docVar w:name="Format;Standardtext;Absatz;7" w:val="Liste 3 numerisch"/>
    <w:docVar w:name="Format;Standardtext;Absatz;70" w:val="Muster Liste 2 manuell"/>
    <w:docVar w:name="Format;Standardtext;Absatz;71" w:val="Muster Liste 1 fortsetzen"/>
    <w:docVar w:name="Format;Standardtext;Absatz;72" w:val="Muster Liste 2 fortsetzen"/>
    <w:docVar w:name="Format;Standardtext;Absatz;73" w:val="Muster Unterschrift"/>
    <w:docVar w:name="Format;Standardtext;Absatz;8" w:val="Liste 1 alphabetisch"/>
    <w:docVar w:name="Format;Standardtext;Absatz;81" w:val="Entscheidung entfernen"/>
    <w:docVar w:name="Format;Standardtext;Absatz;82" w:val="Kommentar Titel"/>
    <w:docVar w:name="Format;Standardtext;Absatz;83" w:val="Gründe Titel"/>
    <w:docVar w:name="Format;Standardtext;Absatz;84" w:val="Sachverhalt Titel"/>
    <w:docVar w:name="Format;Standardtext;Absatz;85" w:val="Leitsatz Titel"/>
    <w:docVar w:name="Format;Standardtext;Absatz;86" w:val="Vorinstanz Titel"/>
    <w:docVar w:name="Format;Standardtext;Absatz;87" w:val="Vorschrift"/>
    <w:docVar w:name="Format;Standardtext;Absatz;88" w:val="Fundstelle"/>
    <w:docVar w:name="Format;Standardtext;Absatz;89" w:val="Aktenzeichen"/>
    <w:docVar w:name="Format;Standardtext;Absatz;9" w:val="Liste 2 alphabetisch"/>
    <w:docVar w:name="Format;Standardtext;Absatz;90" w:val="Datum"/>
    <w:docVar w:name="Format;Standardtext;Absatz;91" w:val="Gericht"/>
    <w:docVar w:name="Format;Standardtext;Absatz;92" w:val="Kurztitel"/>
    <w:docVar w:name="Format;Standardtext;Absatz;93" w:val="Vorschrift Textblock"/>
    <w:docVar w:name="Format;Standardtext;Absatz;94" w:val="Vorschrift Absatz"/>
    <w:docVar w:name="Format;Standardtext;Absatz;95" w:val="Vorschrift Paragraph"/>
    <w:docVar w:name="Format;Standardtext;Absatz;96" w:val="Vorschrift 1"/>
    <w:docVar w:name="Format;Standardtext;Absatz;97" w:val="Vorschrift 2"/>
    <w:docVar w:name="Format;Standardtext;Absatz;98" w:val="Vorschrift 3"/>
    <w:docVar w:name="Format;Standardtext;Absatz;99" w:val="Vorschrift 4"/>
    <w:docVar w:name="ivz-titel" w:val=" 14a BetrVG)"/>
    <w:docVar w:name="kapitelnr" w:val="1"/>
    <w:docVar w:name="speicherpfaddokumente" w:val="C:\Daten\"/>
    <w:docVar w:name="Tabelle Kopf links mitte_VerticalAlignment" w:val="1"/>
    <w:docVar w:name="Tabelle Kopf links oben_VerticalAlignment" w:val="0"/>
    <w:docVar w:name="Tabelle Kopf links unten_VerticalAlignment" w:val="3"/>
    <w:docVar w:name="Tabelle Kopf mitte mitte_VerticalAlignment" w:val="1"/>
    <w:docVar w:name="Tabelle Kopf mitte oben_VerticalAlignment" w:val="0"/>
    <w:docVar w:name="Tabelle Kopf mitte unten_VerticalAlignment" w:val="3"/>
    <w:docVar w:name="Tabelle Kopf rechts mitte_VerticalAlignment" w:val="1"/>
    <w:docVar w:name="Tabelle Kopf rechts oben_VerticalAlignment" w:val="0"/>
    <w:docVar w:name="Tabelle Kopf rechts unten_VerticalAlignment" w:val="3"/>
    <w:docVar w:name="Tabelle Textblock links mitte_VerticalAlignment" w:val="1"/>
    <w:docVar w:name="Tabelle Textblock links oben_VerticalAlignment" w:val="0"/>
    <w:docVar w:name="Tabelle Textblock links unten_VerticalAlignment" w:val="3"/>
    <w:docVar w:name="Tabelle Textblock mitte mitte_VerticalAlignment" w:val="1"/>
    <w:docVar w:name="Tabelle Textblock mitte oben_VerticalAlignment" w:val="0"/>
    <w:docVar w:name="Tabelle Textblock mitte unten_VerticalAlignment" w:val="3"/>
    <w:docVar w:name="Tabelle Textblock rechts mitte_VerticalAlignment" w:val="1"/>
    <w:docVar w:name="Tabelle Textblock rechts oben_VerticalAlignment" w:val="0"/>
    <w:docVar w:name="Tabelle Textblock rechts unten_VerticalAlignment" w:val="3"/>
    <w:docVar w:name="ueberschrift" w:val=" 14a BetrVG)"/>
    <w:docVar w:name="werknr" w:val="6999"/>
    <w:docVar w:name="werktitel" w:val="BR-Management"/>
  </w:docVars>
  <w:rsids>
    <w:rsidRoot w:val="00014916"/>
    <w:rsid w:val="00014916"/>
    <w:rsid w:val="00091FDB"/>
    <w:rsid w:val="001247DB"/>
    <w:rsid w:val="001D1AC8"/>
    <w:rsid w:val="002B60E6"/>
    <w:rsid w:val="002E5061"/>
    <w:rsid w:val="0036289A"/>
    <w:rsid w:val="003C0A4C"/>
    <w:rsid w:val="00447117"/>
    <w:rsid w:val="004B240D"/>
    <w:rsid w:val="004F4BF3"/>
    <w:rsid w:val="005538F6"/>
    <w:rsid w:val="005D03F5"/>
    <w:rsid w:val="00617541"/>
    <w:rsid w:val="006C1BE9"/>
    <w:rsid w:val="00762A7A"/>
    <w:rsid w:val="007E148E"/>
    <w:rsid w:val="00856366"/>
    <w:rsid w:val="008F6495"/>
    <w:rsid w:val="009A4D0B"/>
    <w:rsid w:val="00AE29C0"/>
    <w:rsid w:val="00B33AB2"/>
    <w:rsid w:val="00C66B6B"/>
    <w:rsid w:val="00DD20DA"/>
    <w:rsid w:val="00DE7716"/>
    <w:rsid w:val="00E7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F8CCA1"/>
  <w15:docId w15:val="{67DFF863-3D45-414F-B582-CD231142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17541"/>
    <w:rPr>
      <w:sz w:val="24"/>
      <w:szCs w:val="24"/>
    </w:rPr>
  </w:style>
  <w:style w:type="paragraph" w:styleId="berschrift1">
    <w:name w:val="heading 1"/>
    <w:basedOn w:val="berschrift2"/>
    <w:next w:val="Standard"/>
    <w:qFormat/>
    <w:rsid w:val="00617541"/>
    <w:pPr>
      <w:outlineLvl w:val="0"/>
    </w:pPr>
  </w:style>
  <w:style w:type="paragraph" w:styleId="berschrift2">
    <w:name w:val="heading 2"/>
    <w:basedOn w:val="berschrift4"/>
    <w:next w:val="Standard"/>
    <w:qFormat/>
    <w:rsid w:val="00617541"/>
    <w:pPr>
      <w:outlineLvl w:val="1"/>
    </w:pPr>
  </w:style>
  <w:style w:type="paragraph" w:styleId="berschrift3">
    <w:name w:val="heading 3"/>
    <w:basedOn w:val="Standard"/>
    <w:next w:val="Standard"/>
    <w:qFormat/>
    <w:rsid w:val="00617541"/>
    <w:pPr>
      <w:keepNext/>
      <w:spacing w:before="240" w:after="60"/>
      <w:outlineLvl w:val="2"/>
    </w:pPr>
    <w:rPr>
      <w:rFonts w:ascii="Arial" w:hAnsi="Arial"/>
    </w:rPr>
  </w:style>
  <w:style w:type="paragraph" w:styleId="berschrift4">
    <w:name w:val="heading 4"/>
    <w:basedOn w:val="Standard"/>
    <w:next w:val="Standard"/>
    <w:qFormat/>
    <w:rsid w:val="00617541"/>
    <w:pPr>
      <w:outlineLvl w:val="3"/>
    </w:pPr>
  </w:style>
  <w:style w:type="paragraph" w:styleId="berschrift5">
    <w:name w:val="heading 5"/>
    <w:basedOn w:val="Standard"/>
    <w:next w:val="Standard"/>
    <w:qFormat/>
    <w:rsid w:val="00617541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617541"/>
    <w:p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rsid w:val="00617541"/>
    <w:pPr>
      <w:spacing w:before="240" w:after="6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rsid w:val="00617541"/>
    <w:pPr>
      <w:spacing w:before="240" w:after="6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berschrift1"/>
    <w:next w:val="Standard"/>
    <w:qFormat/>
    <w:rsid w:val="00617541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srowd">
    <w:name w:val="tsrow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ett">
    <w:name w:val="Strong"/>
    <w:qFormat/>
    <w:rsid w:val="00617541"/>
    <w:rPr>
      <w:b/>
      <w:bCs/>
      <w:color w:val="auto"/>
    </w:rPr>
  </w:style>
  <w:style w:type="character" w:customStyle="1" w:styleId="Kursiv">
    <w:name w:val="Kursiv"/>
    <w:rsid w:val="00617541"/>
    <w:rPr>
      <w:i/>
      <w:color w:val="auto"/>
    </w:rPr>
  </w:style>
  <w:style w:type="character" w:customStyle="1" w:styleId="Hervorgehoben">
    <w:name w:val="Hervorgehoben"/>
    <w:rsid w:val="00617541"/>
    <w:rPr>
      <w:b/>
      <w:i/>
      <w:color w:val="auto"/>
    </w:rPr>
  </w:style>
  <w:style w:type="character" w:customStyle="1" w:styleId="Hoch">
    <w:name w:val="Hoch"/>
    <w:rsid w:val="00617541"/>
    <w:rPr>
      <w:color w:val="auto"/>
      <w:sz w:val="20"/>
      <w:szCs w:val="20"/>
      <w:vertAlign w:val="superscript"/>
    </w:rPr>
  </w:style>
  <w:style w:type="character" w:customStyle="1" w:styleId="Tief">
    <w:name w:val="Tief"/>
    <w:basedOn w:val="Absatz-Standardschriftart"/>
    <w:rsid w:val="00617541"/>
    <w:rPr>
      <w:color w:val="auto"/>
      <w:sz w:val="20"/>
      <w:szCs w:val="20"/>
      <w:vertAlign w:val="subscript"/>
    </w:rPr>
  </w:style>
  <w:style w:type="character" w:customStyle="1" w:styleId="Stichwort">
    <w:name w:val="Stichwort"/>
    <w:basedOn w:val="Absatz-Standardschriftart"/>
    <w:rsid w:val="00617541"/>
    <w:rPr>
      <w:color w:val="auto"/>
      <w:u w:val="single"/>
    </w:rPr>
  </w:style>
  <w:style w:type="character" w:customStyle="1" w:styleId="StichwortKind">
    <w:name w:val="Stichwort Kind"/>
    <w:basedOn w:val="Absatz-Standardschriftart"/>
    <w:rsid w:val="00617541"/>
    <w:rPr>
      <w:i/>
      <w:strike/>
      <w:dstrike w:val="0"/>
      <w:vanish/>
      <w:color w:val="auto"/>
    </w:rPr>
  </w:style>
  <w:style w:type="character" w:customStyle="1" w:styleId="Stichwortverdeckt">
    <w:name w:val="Stichwort verdeckt"/>
    <w:basedOn w:val="Absatz-Standardschriftart"/>
    <w:rsid w:val="00617541"/>
    <w:rPr>
      <w:strike/>
      <w:dstrike w:val="0"/>
      <w:vanish/>
      <w:color w:val="FF00FF"/>
    </w:rPr>
  </w:style>
  <w:style w:type="character" w:customStyle="1" w:styleId="Verweis">
    <w:name w:val="Verweis"/>
    <w:basedOn w:val="Absatz-Standardschriftart"/>
    <w:rsid w:val="00617541"/>
    <w:rPr>
      <w:color w:val="auto"/>
    </w:rPr>
  </w:style>
  <w:style w:type="character" w:customStyle="1" w:styleId="Ziel">
    <w:name w:val="Ziel"/>
    <w:basedOn w:val="Absatz-Standardschriftart"/>
    <w:rsid w:val="00617541"/>
    <w:rPr>
      <w:strike/>
      <w:color w:val="0000FF"/>
    </w:rPr>
  </w:style>
  <w:style w:type="character" w:customStyle="1" w:styleId="Nummer">
    <w:name w:val="Nummer"/>
    <w:rsid w:val="00617541"/>
    <w:rPr>
      <w:color w:val="auto"/>
    </w:rPr>
  </w:style>
  <w:style w:type="character" w:customStyle="1" w:styleId="Platzhalter">
    <w:name w:val="Platzhalter"/>
    <w:basedOn w:val="Absatz-Standardschriftart"/>
    <w:rsid w:val="00617541"/>
    <w:rPr>
      <w:color w:val="auto"/>
    </w:rPr>
  </w:style>
  <w:style w:type="character" w:customStyle="1" w:styleId="unbekanntesZeichenformat">
    <w:name w:val="unbekanntes Zeichenformat"/>
    <w:basedOn w:val="Absatz-Standardschriftart"/>
    <w:rsid w:val="00617541"/>
    <w:rPr>
      <w:b/>
      <w:i/>
      <w:color w:val="FF0000"/>
      <w:sz w:val="24"/>
    </w:rPr>
  </w:style>
  <w:style w:type="character" w:customStyle="1" w:styleId="Fnaufruf">
    <w:name w:val="Fnaufruf"/>
    <w:basedOn w:val="Absatz-Standardschriftart"/>
    <w:rsid w:val="00617541"/>
  </w:style>
  <w:style w:type="character" w:customStyle="1" w:styleId="Fussnote">
    <w:name w:val="Fussnote"/>
    <w:basedOn w:val="Absatz-Standardschriftart"/>
    <w:rsid w:val="00617541"/>
  </w:style>
  <w:style w:type="paragraph" w:customStyle="1" w:styleId="Liste1">
    <w:name w:val="Liste 1"/>
    <w:basedOn w:val="Textblock"/>
    <w:autoRedefine/>
    <w:rsid w:val="00617541"/>
    <w:pPr>
      <w:numPr>
        <w:numId w:val="54"/>
      </w:numPr>
      <w:tabs>
        <w:tab w:val="clear" w:pos="360"/>
      </w:tabs>
      <w:ind w:left="357" w:hanging="357"/>
    </w:pPr>
  </w:style>
  <w:style w:type="paragraph" w:styleId="Liste2">
    <w:name w:val="List 2"/>
    <w:basedOn w:val="Liste1"/>
    <w:autoRedefine/>
    <w:rsid w:val="00617541"/>
    <w:pPr>
      <w:ind w:left="714"/>
      <w:outlineLvl w:val="2"/>
    </w:pPr>
  </w:style>
  <w:style w:type="paragraph" w:styleId="Liste3">
    <w:name w:val="List 3"/>
    <w:basedOn w:val="Liste1"/>
    <w:autoRedefine/>
    <w:rsid w:val="00617541"/>
    <w:pPr>
      <w:numPr>
        <w:numId w:val="46"/>
      </w:numPr>
      <w:tabs>
        <w:tab w:val="clear" w:pos="1072"/>
      </w:tabs>
      <w:ind w:left="1071" w:hanging="357"/>
    </w:pPr>
  </w:style>
  <w:style w:type="paragraph" w:customStyle="1" w:styleId="Liste1numerisch">
    <w:name w:val="Liste 1 numerisch"/>
    <w:basedOn w:val="Liste1"/>
    <w:autoRedefine/>
    <w:rsid w:val="00617541"/>
    <w:pPr>
      <w:numPr>
        <w:numId w:val="38"/>
      </w:numPr>
      <w:tabs>
        <w:tab w:val="clear" w:pos="357"/>
      </w:tabs>
    </w:pPr>
    <w:rPr>
      <w:lang w:val="de-DE"/>
    </w:rPr>
  </w:style>
  <w:style w:type="paragraph" w:customStyle="1" w:styleId="Liste2numerisch">
    <w:name w:val="Liste 2 numerisch"/>
    <w:basedOn w:val="Liste2"/>
    <w:autoRedefine/>
    <w:rsid w:val="00617541"/>
    <w:pPr>
      <w:numPr>
        <w:numId w:val="41"/>
      </w:numPr>
      <w:tabs>
        <w:tab w:val="clear" w:pos="711"/>
      </w:tabs>
      <w:ind w:left="709" w:right="2041" w:hanging="352"/>
    </w:pPr>
    <w:rPr>
      <w:lang w:val="de-DE"/>
    </w:rPr>
  </w:style>
  <w:style w:type="paragraph" w:customStyle="1" w:styleId="Liste3numerisch">
    <w:name w:val="Liste 3 numerisch"/>
    <w:basedOn w:val="Liste3"/>
    <w:autoRedefine/>
    <w:rsid w:val="00617541"/>
    <w:pPr>
      <w:numPr>
        <w:numId w:val="48"/>
      </w:numPr>
      <w:tabs>
        <w:tab w:val="clear" w:pos="1072"/>
      </w:tabs>
      <w:ind w:left="1071" w:hanging="357"/>
    </w:pPr>
    <w:rPr>
      <w:lang w:val="de-DE"/>
    </w:rPr>
  </w:style>
  <w:style w:type="paragraph" w:customStyle="1" w:styleId="Liste1alphabetisch">
    <w:name w:val="Liste 1 alphabetisch"/>
    <w:basedOn w:val="Liste1"/>
    <w:autoRedefine/>
    <w:rsid w:val="00617541"/>
    <w:pPr>
      <w:numPr>
        <w:numId w:val="37"/>
      </w:numPr>
      <w:tabs>
        <w:tab w:val="clear" w:pos="357"/>
      </w:tabs>
    </w:pPr>
    <w:rPr>
      <w:lang w:val="de-DE"/>
    </w:rPr>
  </w:style>
  <w:style w:type="paragraph" w:customStyle="1" w:styleId="Liste2alphabetisch">
    <w:name w:val="Liste 2 alphabetisch"/>
    <w:basedOn w:val="Liste2"/>
    <w:autoRedefine/>
    <w:rsid w:val="00617541"/>
    <w:pPr>
      <w:numPr>
        <w:numId w:val="40"/>
      </w:numPr>
      <w:tabs>
        <w:tab w:val="clear" w:pos="714"/>
      </w:tabs>
    </w:pPr>
    <w:rPr>
      <w:lang w:val="de-DE"/>
    </w:rPr>
  </w:style>
  <w:style w:type="paragraph" w:customStyle="1" w:styleId="Liste3alphabetisch">
    <w:name w:val="Liste 3 alphabetisch"/>
    <w:basedOn w:val="Liste3"/>
    <w:autoRedefine/>
    <w:rsid w:val="00617541"/>
    <w:pPr>
      <w:numPr>
        <w:numId w:val="47"/>
      </w:numPr>
      <w:tabs>
        <w:tab w:val="clear" w:pos="1072"/>
      </w:tabs>
      <w:ind w:left="1071" w:hanging="357"/>
    </w:pPr>
    <w:rPr>
      <w:lang w:val="de-DE"/>
    </w:rPr>
  </w:style>
  <w:style w:type="paragraph" w:customStyle="1" w:styleId="Liste1rmisch">
    <w:name w:val="Liste 1 römisch"/>
    <w:basedOn w:val="Liste1"/>
    <w:autoRedefine/>
    <w:rsid w:val="00617541"/>
    <w:pPr>
      <w:numPr>
        <w:numId w:val="39"/>
      </w:numPr>
      <w:tabs>
        <w:tab w:val="clear" w:pos="357"/>
      </w:tabs>
    </w:pPr>
    <w:rPr>
      <w:lang w:val="de-DE"/>
    </w:rPr>
  </w:style>
  <w:style w:type="paragraph" w:customStyle="1" w:styleId="Liste2rmisch">
    <w:name w:val="Liste 2 römisch"/>
    <w:basedOn w:val="Liste1"/>
    <w:autoRedefine/>
    <w:rsid w:val="00617541"/>
    <w:pPr>
      <w:numPr>
        <w:numId w:val="45"/>
      </w:numPr>
      <w:tabs>
        <w:tab w:val="clear" w:pos="714"/>
      </w:tabs>
    </w:pPr>
    <w:rPr>
      <w:lang w:val="de-DE"/>
    </w:rPr>
  </w:style>
  <w:style w:type="paragraph" w:customStyle="1" w:styleId="Liste3rmisch">
    <w:name w:val="Liste 3 römisch"/>
    <w:basedOn w:val="Liste3"/>
    <w:autoRedefine/>
    <w:rsid w:val="00617541"/>
    <w:pPr>
      <w:numPr>
        <w:numId w:val="49"/>
      </w:numPr>
      <w:tabs>
        <w:tab w:val="clear" w:pos="1072"/>
      </w:tabs>
      <w:ind w:left="1071" w:hanging="357"/>
    </w:pPr>
    <w:rPr>
      <w:lang w:val="de-DE"/>
    </w:rPr>
  </w:style>
  <w:style w:type="paragraph" w:customStyle="1" w:styleId="Liste1manuell">
    <w:name w:val="Liste 1 manuell"/>
    <w:basedOn w:val="Liste1"/>
    <w:autoRedefine/>
    <w:rsid w:val="00617541"/>
    <w:pPr>
      <w:numPr>
        <w:numId w:val="0"/>
      </w:numPr>
      <w:ind w:left="357" w:hanging="357"/>
      <w:outlineLvl w:val="2"/>
    </w:pPr>
  </w:style>
  <w:style w:type="paragraph" w:customStyle="1" w:styleId="Liste2manuell">
    <w:name w:val="Liste 2 manuell"/>
    <w:basedOn w:val="Liste2"/>
    <w:autoRedefine/>
    <w:rsid w:val="00617541"/>
    <w:pPr>
      <w:numPr>
        <w:numId w:val="0"/>
      </w:numPr>
      <w:ind w:left="714" w:hanging="357"/>
    </w:pPr>
  </w:style>
  <w:style w:type="paragraph" w:customStyle="1" w:styleId="Liste3manuell">
    <w:name w:val="Liste 3 manuell"/>
    <w:basedOn w:val="Liste3"/>
    <w:autoRedefine/>
    <w:rsid w:val="00617541"/>
    <w:pPr>
      <w:numPr>
        <w:numId w:val="0"/>
      </w:numPr>
      <w:ind w:left="1071" w:hanging="357"/>
    </w:pPr>
  </w:style>
  <w:style w:type="paragraph" w:customStyle="1" w:styleId="Liste1fortsetzen">
    <w:name w:val="Liste 1 fortsetzen"/>
    <w:basedOn w:val="Liste1"/>
    <w:autoRedefine/>
    <w:rsid w:val="00617541"/>
    <w:pPr>
      <w:numPr>
        <w:numId w:val="0"/>
      </w:numPr>
      <w:ind w:left="357"/>
    </w:pPr>
  </w:style>
  <w:style w:type="paragraph" w:customStyle="1" w:styleId="Liste2fortsetzen">
    <w:name w:val="Liste 2 fortsetzen"/>
    <w:basedOn w:val="Liste2"/>
    <w:autoRedefine/>
    <w:rsid w:val="00617541"/>
    <w:pPr>
      <w:numPr>
        <w:numId w:val="0"/>
      </w:numPr>
      <w:ind w:left="714"/>
    </w:pPr>
  </w:style>
  <w:style w:type="paragraph" w:customStyle="1" w:styleId="Liste3fortsetzen">
    <w:name w:val="Liste 3 fortsetzen"/>
    <w:basedOn w:val="Liste3"/>
    <w:autoRedefine/>
    <w:rsid w:val="00617541"/>
    <w:pPr>
      <w:numPr>
        <w:numId w:val="0"/>
      </w:numPr>
      <w:ind w:left="1072"/>
    </w:pPr>
  </w:style>
  <w:style w:type="paragraph" w:customStyle="1" w:styleId="Bildplatzhalter">
    <w:name w:val="Bildplatzhalter"/>
    <w:basedOn w:val="Standard"/>
    <w:next w:val="Standard"/>
    <w:autoRedefine/>
    <w:rsid w:val="00617541"/>
    <w:pPr>
      <w:spacing w:before="120" w:after="120" w:line="260" w:lineRule="atLeast"/>
    </w:pPr>
    <w:rPr>
      <w:rFonts w:ascii="Arial" w:hAnsi="Arial"/>
      <w:sz w:val="22"/>
      <w:szCs w:val="22"/>
    </w:rPr>
  </w:style>
  <w:style w:type="paragraph" w:customStyle="1" w:styleId="Bildtextblock">
    <w:name w:val="Bildtextblock"/>
    <w:basedOn w:val="Textblock"/>
    <w:next w:val="Textblock"/>
    <w:autoRedefine/>
    <w:rsid w:val="00617541"/>
    <w:pPr>
      <w:spacing w:line="220" w:lineRule="exact"/>
    </w:pPr>
    <w:rPr>
      <w:sz w:val="16"/>
    </w:rPr>
  </w:style>
  <w:style w:type="paragraph" w:customStyle="1" w:styleId="Bildtitel">
    <w:name w:val="Bildtitel"/>
    <w:basedOn w:val="Textblock"/>
    <w:next w:val="Textblock"/>
    <w:autoRedefine/>
    <w:rsid w:val="00617541"/>
    <w:pPr>
      <w:spacing w:line="240" w:lineRule="exact"/>
      <w:outlineLvl w:val="2"/>
    </w:pPr>
    <w:rPr>
      <w:b/>
      <w:sz w:val="18"/>
    </w:rPr>
  </w:style>
  <w:style w:type="paragraph" w:customStyle="1" w:styleId="Doktitel">
    <w:name w:val="Doktitel"/>
    <w:basedOn w:val="Textblock"/>
    <w:next w:val="Textblock"/>
    <w:autoRedefine/>
    <w:rsid w:val="00AE29C0"/>
    <w:pPr>
      <w:spacing w:after="0" w:line="240" w:lineRule="auto"/>
      <w:jc w:val="center"/>
      <w:outlineLvl w:val="0"/>
    </w:pPr>
    <w:rPr>
      <w:rFonts w:cs="Arial"/>
      <w:b/>
      <w:color w:val="auto"/>
      <w:sz w:val="28"/>
      <w:szCs w:val="22"/>
      <w:lang w:val="de-DE"/>
    </w:rPr>
  </w:style>
  <w:style w:type="paragraph" w:customStyle="1" w:styleId="Zwischenberschrift1">
    <w:name w:val="Zwischenüberschrift 1"/>
    <w:basedOn w:val="Textblock"/>
    <w:next w:val="Textblock"/>
    <w:autoRedefine/>
    <w:rsid w:val="00617541"/>
    <w:pPr>
      <w:spacing w:before="240"/>
      <w:outlineLvl w:val="2"/>
    </w:pPr>
    <w:rPr>
      <w:b/>
      <w:i/>
      <w:sz w:val="22"/>
      <w:szCs w:val="26"/>
    </w:rPr>
  </w:style>
  <w:style w:type="paragraph" w:customStyle="1" w:styleId="Zwischenberschrift2">
    <w:name w:val="Zwischenüberschrift 2"/>
    <w:basedOn w:val="Zwischenberschrift1"/>
    <w:next w:val="Textblock"/>
    <w:autoRedefine/>
    <w:rsid w:val="00617541"/>
    <w:pPr>
      <w:spacing w:after="80"/>
      <w:outlineLvl w:val="3"/>
    </w:pPr>
    <w:rPr>
      <w:i w:val="0"/>
      <w:szCs w:val="22"/>
    </w:rPr>
  </w:style>
  <w:style w:type="paragraph" w:customStyle="1" w:styleId="Zwischenberschrift3">
    <w:name w:val="Zwischenüberschrift 3"/>
    <w:basedOn w:val="Zwischenberschrift2"/>
    <w:next w:val="Textblock"/>
    <w:autoRedefine/>
    <w:rsid w:val="00617541"/>
    <w:pPr>
      <w:spacing w:after="120"/>
      <w:outlineLvl w:val="4"/>
    </w:pPr>
    <w:rPr>
      <w:i/>
      <w:szCs w:val="26"/>
    </w:rPr>
  </w:style>
  <w:style w:type="paragraph" w:customStyle="1" w:styleId="Marginalie">
    <w:name w:val="Marginalie"/>
    <w:next w:val="Standard"/>
    <w:autoRedefine/>
    <w:rsid w:val="00617541"/>
    <w:pPr>
      <w:framePr w:w="1814" w:hSpace="284" w:wrap="around" w:vAnchor="text" w:hAnchor="margin" w:xAlign="right" w:y="1"/>
      <w:spacing w:after="120" w:line="260" w:lineRule="exact"/>
      <w:outlineLvl w:val="3"/>
    </w:pPr>
    <w:rPr>
      <w:rFonts w:ascii="Arial" w:hAnsi="Arial"/>
      <w:b/>
    </w:rPr>
  </w:style>
  <w:style w:type="paragraph" w:customStyle="1" w:styleId="Randnummer">
    <w:name w:val="Randnummer"/>
    <w:basedOn w:val="Textblock"/>
    <w:next w:val="Textblock"/>
    <w:autoRedefine/>
    <w:rsid w:val="00617541"/>
    <w:pPr>
      <w:tabs>
        <w:tab w:val="left" w:pos="0"/>
      </w:tabs>
    </w:pPr>
    <w:rPr>
      <w:szCs w:val="22"/>
    </w:rPr>
  </w:style>
  <w:style w:type="paragraph" w:customStyle="1" w:styleId="Auszug">
    <w:name w:val="Auszug"/>
    <w:basedOn w:val="Textblock"/>
    <w:next w:val="Textblock"/>
    <w:autoRedefine/>
    <w:rsid w:val="00617541"/>
    <w:pPr>
      <w:spacing w:before="120"/>
    </w:pPr>
    <w:rPr>
      <w:i/>
    </w:rPr>
  </w:style>
  <w:style w:type="paragraph" w:customStyle="1" w:styleId="TabelleTitel">
    <w:name w:val="Tabelle Titel"/>
    <w:next w:val="Textblock"/>
    <w:autoRedefine/>
    <w:rsid w:val="00617541"/>
    <w:pPr>
      <w:keepNext/>
      <w:spacing w:before="120" w:after="40" w:line="280" w:lineRule="exact"/>
    </w:pPr>
    <w:rPr>
      <w:rFonts w:ascii="Arial" w:hAnsi="Arial"/>
      <w:b/>
      <w:color w:val="000000"/>
      <w:szCs w:val="24"/>
    </w:rPr>
  </w:style>
  <w:style w:type="paragraph" w:customStyle="1" w:styleId="TabelleKopflinksoben">
    <w:name w:val="Tabelle Kopf links oben"/>
    <w:autoRedefine/>
    <w:rsid w:val="00617541"/>
    <w:pPr>
      <w:spacing w:before="40" w:after="40"/>
    </w:pPr>
    <w:rPr>
      <w:rFonts w:ascii="Arial" w:hAnsi="Arial"/>
      <w:b/>
      <w:color w:val="000000"/>
      <w:szCs w:val="24"/>
    </w:rPr>
  </w:style>
  <w:style w:type="paragraph" w:customStyle="1" w:styleId="TabelleKopfmitteoben">
    <w:name w:val="Tabelle Kopf mitte oben"/>
    <w:autoRedefine/>
    <w:rsid w:val="00617541"/>
    <w:pPr>
      <w:spacing w:before="40" w:after="40"/>
      <w:jc w:val="center"/>
    </w:pPr>
    <w:rPr>
      <w:rFonts w:ascii="Arial" w:hAnsi="Arial"/>
      <w:b/>
      <w:color w:val="000000"/>
      <w:szCs w:val="24"/>
    </w:rPr>
  </w:style>
  <w:style w:type="paragraph" w:customStyle="1" w:styleId="TabelleKopfrechtsoben">
    <w:name w:val="Tabelle Kopf rechts oben"/>
    <w:autoRedefine/>
    <w:rsid w:val="00617541"/>
    <w:pPr>
      <w:spacing w:before="40" w:after="40"/>
      <w:jc w:val="right"/>
    </w:pPr>
    <w:rPr>
      <w:rFonts w:ascii="Arial" w:hAnsi="Arial"/>
      <w:b/>
      <w:color w:val="000000"/>
      <w:szCs w:val="24"/>
    </w:rPr>
  </w:style>
  <w:style w:type="paragraph" w:customStyle="1" w:styleId="TabelleKopflinksmitte">
    <w:name w:val="Tabelle Kopf links mitte"/>
    <w:autoRedefine/>
    <w:rsid w:val="00617541"/>
    <w:pPr>
      <w:spacing w:before="40" w:after="40"/>
    </w:pPr>
    <w:rPr>
      <w:rFonts w:ascii="Arial" w:hAnsi="Arial"/>
      <w:b/>
      <w:color w:val="000000"/>
      <w:szCs w:val="24"/>
      <w:lang w:val="en-GB"/>
    </w:rPr>
  </w:style>
  <w:style w:type="paragraph" w:customStyle="1" w:styleId="TabelleKopfmittemitte">
    <w:name w:val="Tabelle Kopf mitte mitte"/>
    <w:autoRedefine/>
    <w:rsid w:val="00617541"/>
    <w:pPr>
      <w:spacing w:before="40" w:after="40"/>
      <w:jc w:val="center"/>
    </w:pPr>
    <w:rPr>
      <w:rFonts w:ascii="Arial" w:hAnsi="Arial"/>
      <w:b/>
      <w:color w:val="000000"/>
      <w:szCs w:val="24"/>
    </w:rPr>
  </w:style>
  <w:style w:type="paragraph" w:customStyle="1" w:styleId="TabelleKopfrechtsmitte">
    <w:name w:val="Tabelle Kopf rechts mitte"/>
    <w:autoRedefine/>
    <w:rsid w:val="00617541"/>
    <w:pPr>
      <w:spacing w:before="40" w:after="40"/>
      <w:jc w:val="right"/>
    </w:pPr>
    <w:rPr>
      <w:rFonts w:ascii="Arial" w:hAnsi="Arial"/>
      <w:b/>
      <w:color w:val="000000"/>
      <w:szCs w:val="24"/>
    </w:rPr>
  </w:style>
  <w:style w:type="paragraph" w:customStyle="1" w:styleId="TabelleKopflinksunten">
    <w:name w:val="Tabelle Kopf links unten"/>
    <w:rsid w:val="00617541"/>
    <w:pPr>
      <w:spacing w:before="40" w:after="40"/>
    </w:pPr>
    <w:rPr>
      <w:rFonts w:ascii="Arial" w:hAnsi="Arial"/>
      <w:b/>
      <w:color w:val="000000"/>
      <w:szCs w:val="24"/>
    </w:rPr>
  </w:style>
  <w:style w:type="paragraph" w:customStyle="1" w:styleId="TabelleKopfmitteunten">
    <w:name w:val="Tabelle Kopf mitte unten"/>
    <w:autoRedefine/>
    <w:rsid w:val="00617541"/>
    <w:pPr>
      <w:spacing w:before="40" w:after="40"/>
      <w:jc w:val="center"/>
    </w:pPr>
    <w:rPr>
      <w:rFonts w:ascii="Arial" w:hAnsi="Arial"/>
      <w:b/>
      <w:color w:val="000000"/>
      <w:szCs w:val="24"/>
    </w:rPr>
  </w:style>
  <w:style w:type="paragraph" w:customStyle="1" w:styleId="TabelleKopfrechtsunten">
    <w:name w:val="Tabelle Kopf rechts unten"/>
    <w:autoRedefine/>
    <w:rsid w:val="00617541"/>
    <w:pPr>
      <w:spacing w:before="40" w:after="40"/>
      <w:jc w:val="right"/>
    </w:pPr>
    <w:rPr>
      <w:rFonts w:ascii="Arial" w:hAnsi="Arial"/>
      <w:b/>
      <w:color w:val="000000"/>
      <w:szCs w:val="24"/>
    </w:rPr>
  </w:style>
  <w:style w:type="paragraph" w:customStyle="1" w:styleId="TabelleTextblocklinksoben">
    <w:name w:val="Tabelle Textblock links oben"/>
    <w:autoRedefine/>
    <w:rsid w:val="00617541"/>
    <w:pPr>
      <w:tabs>
        <w:tab w:val="left" w:pos="0"/>
      </w:tabs>
      <w:spacing w:before="40" w:after="40"/>
    </w:pPr>
    <w:rPr>
      <w:rFonts w:ascii="Arial" w:hAnsi="Arial"/>
      <w:color w:val="000000"/>
      <w:szCs w:val="24"/>
    </w:rPr>
  </w:style>
  <w:style w:type="paragraph" w:customStyle="1" w:styleId="TabelleTextblockmitteoben">
    <w:name w:val="Tabelle Textblock mitte oben"/>
    <w:autoRedefine/>
    <w:rsid w:val="00617541"/>
    <w:pPr>
      <w:spacing w:before="40" w:after="40"/>
      <w:jc w:val="center"/>
    </w:pPr>
    <w:rPr>
      <w:rFonts w:ascii="Arial" w:hAnsi="Arial"/>
      <w:color w:val="000000"/>
      <w:szCs w:val="24"/>
    </w:rPr>
  </w:style>
  <w:style w:type="paragraph" w:customStyle="1" w:styleId="TabelleTextblockrechtsoben">
    <w:name w:val="Tabelle Textblock rechts oben"/>
    <w:autoRedefine/>
    <w:rsid w:val="00617541"/>
    <w:pPr>
      <w:spacing w:before="40" w:after="40"/>
      <w:jc w:val="right"/>
    </w:pPr>
    <w:rPr>
      <w:rFonts w:ascii="Arial" w:hAnsi="Arial"/>
      <w:color w:val="000000"/>
      <w:szCs w:val="24"/>
    </w:rPr>
  </w:style>
  <w:style w:type="paragraph" w:customStyle="1" w:styleId="TabelleTextblocklinksmitte">
    <w:name w:val="Tabelle Textblock links mitte"/>
    <w:autoRedefine/>
    <w:rsid w:val="00617541"/>
    <w:pPr>
      <w:spacing w:before="40" w:after="40"/>
    </w:pPr>
    <w:rPr>
      <w:rFonts w:ascii="Arial" w:hAnsi="Arial"/>
      <w:color w:val="000000"/>
      <w:szCs w:val="24"/>
    </w:rPr>
  </w:style>
  <w:style w:type="paragraph" w:customStyle="1" w:styleId="TabelleTextblockmittemitte">
    <w:name w:val="Tabelle Textblock mitte mitte"/>
    <w:autoRedefine/>
    <w:rsid w:val="00617541"/>
    <w:pPr>
      <w:spacing w:before="40" w:after="40"/>
      <w:jc w:val="center"/>
    </w:pPr>
    <w:rPr>
      <w:rFonts w:ascii="Arial" w:hAnsi="Arial"/>
      <w:color w:val="000000"/>
      <w:szCs w:val="24"/>
    </w:rPr>
  </w:style>
  <w:style w:type="paragraph" w:customStyle="1" w:styleId="TabelleTextblockrechtsmitte">
    <w:name w:val="Tabelle Textblock rechts mitte"/>
    <w:autoRedefine/>
    <w:rsid w:val="00617541"/>
    <w:pPr>
      <w:spacing w:before="40" w:after="40"/>
      <w:jc w:val="right"/>
    </w:pPr>
    <w:rPr>
      <w:rFonts w:ascii="Arial" w:hAnsi="Arial"/>
      <w:color w:val="000000"/>
      <w:szCs w:val="24"/>
    </w:rPr>
  </w:style>
  <w:style w:type="paragraph" w:customStyle="1" w:styleId="TabelleTextblocklinksunten">
    <w:name w:val="Tabelle Textblock links unten"/>
    <w:autoRedefine/>
    <w:rsid w:val="00617541"/>
    <w:pPr>
      <w:tabs>
        <w:tab w:val="left" w:pos="0"/>
      </w:tabs>
      <w:spacing w:before="40" w:after="40"/>
    </w:pPr>
    <w:rPr>
      <w:rFonts w:ascii="Arial" w:hAnsi="Arial"/>
      <w:color w:val="000000"/>
      <w:szCs w:val="24"/>
    </w:rPr>
  </w:style>
  <w:style w:type="paragraph" w:customStyle="1" w:styleId="TabelleTextblockmitteunten">
    <w:name w:val="Tabelle Textblock mitte unten"/>
    <w:autoRedefine/>
    <w:rsid w:val="00617541"/>
    <w:pPr>
      <w:spacing w:before="40" w:after="40"/>
      <w:jc w:val="center"/>
    </w:pPr>
    <w:rPr>
      <w:rFonts w:ascii="Arial" w:hAnsi="Arial"/>
      <w:color w:val="000000"/>
      <w:szCs w:val="24"/>
    </w:rPr>
  </w:style>
  <w:style w:type="paragraph" w:customStyle="1" w:styleId="TabelleTextblockrechtsunten">
    <w:name w:val="Tabelle Textblock rechts unten"/>
    <w:autoRedefine/>
    <w:rsid w:val="00617541"/>
    <w:pPr>
      <w:spacing w:before="40" w:after="40"/>
      <w:jc w:val="right"/>
    </w:pPr>
    <w:rPr>
      <w:rFonts w:ascii="Arial" w:hAnsi="Arial"/>
      <w:color w:val="000000"/>
      <w:szCs w:val="24"/>
    </w:rPr>
  </w:style>
  <w:style w:type="paragraph" w:customStyle="1" w:styleId="TabelleListe1ungeordnet">
    <w:name w:val="Tabelle Liste 1 ungeordnet"/>
    <w:autoRedefine/>
    <w:rsid w:val="00617541"/>
    <w:pPr>
      <w:numPr>
        <w:numId w:val="2"/>
      </w:numPr>
      <w:tabs>
        <w:tab w:val="clear" w:pos="360"/>
      </w:tabs>
      <w:spacing w:before="20" w:after="20"/>
      <w:ind w:left="357" w:hanging="357"/>
    </w:pPr>
    <w:rPr>
      <w:rFonts w:ascii="Arial" w:hAnsi="Arial"/>
      <w:color w:val="000000"/>
      <w:szCs w:val="24"/>
    </w:rPr>
  </w:style>
  <w:style w:type="paragraph" w:customStyle="1" w:styleId="TabelleListe1numerisch">
    <w:name w:val="Tabelle Liste 1 numerisch"/>
    <w:autoRedefine/>
    <w:rsid w:val="00617541"/>
    <w:pPr>
      <w:numPr>
        <w:numId w:val="27"/>
      </w:numPr>
      <w:tabs>
        <w:tab w:val="clear" w:pos="360"/>
      </w:tabs>
      <w:spacing w:before="20" w:after="20"/>
    </w:pPr>
    <w:rPr>
      <w:rFonts w:ascii="Arial" w:hAnsi="Arial"/>
      <w:color w:val="000000"/>
      <w:szCs w:val="24"/>
    </w:rPr>
  </w:style>
  <w:style w:type="paragraph" w:customStyle="1" w:styleId="TabelleListe1alphabetisch">
    <w:name w:val="Tabelle Liste 1 alphabetisch"/>
    <w:autoRedefine/>
    <w:rsid w:val="00617541"/>
    <w:pPr>
      <w:numPr>
        <w:numId w:val="26"/>
      </w:numPr>
      <w:tabs>
        <w:tab w:val="clear" w:pos="360"/>
      </w:tabs>
      <w:spacing w:before="20" w:after="20"/>
    </w:pPr>
    <w:rPr>
      <w:rFonts w:ascii="Arial" w:hAnsi="Arial"/>
      <w:color w:val="000000"/>
      <w:szCs w:val="24"/>
    </w:rPr>
  </w:style>
  <w:style w:type="paragraph" w:customStyle="1" w:styleId="TabelleListe2ungeordnet">
    <w:name w:val="Tabelle Liste 2 ungeordnet"/>
    <w:autoRedefine/>
    <w:rsid w:val="00617541"/>
    <w:pPr>
      <w:numPr>
        <w:numId w:val="3"/>
      </w:numPr>
      <w:tabs>
        <w:tab w:val="clear" w:pos="729"/>
      </w:tabs>
      <w:spacing w:before="20" w:after="20"/>
      <w:ind w:left="714" w:hanging="357"/>
    </w:pPr>
    <w:rPr>
      <w:rFonts w:ascii="Arial" w:hAnsi="Arial"/>
      <w:color w:val="000000"/>
      <w:szCs w:val="24"/>
    </w:rPr>
  </w:style>
  <w:style w:type="paragraph" w:customStyle="1" w:styleId="TabelleListe2numerisch">
    <w:name w:val="Tabelle Liste 2 numerisch"/>
    <w:autoRedefine/>
    <w:rsid w:val="00617541"/>
    <w:pPr>
      <w:numPr>
        <w:numId w:val="4"/>
      </w:numPr>
      <w:tabs>
        <w:tab w:val="clear" w:pos="731"/>
      </w:tabs>
      <w:spacing w:before="20" w:after="20"/>
      <w:ind w:left="714" w:hanging="357"/>
    </w:pPr>
    <w:rPr>
      <w:rFonts w:ascii="Arial" w:hAnsi="Arial"/>
      <w:color w:val="000000"/>
      <w:szCs w:val="24"/>
    </w:rPr>
  </w:style>
  <w:style w:type="paragraph" w:customStyle="1" w:styleId="TabelleListe2alphabetisch">
    <w:name w:val="Tabelle Liste 2 alphabetisch"/>
    <w:autoRedefine/>
    <w:rsid w:val="00617541"/>
    <w:pPr>
      <w:numPr>
        <w:numId w:val="5"/>
      </w:numPr>
      <w:tabs>
        <w:tab w:val="clear" w:pos="731"/>
      </w:tabs>
      <w:spacing w:before="20" w:after="20"/>
      <w:ind w:left="714" w:hanging="357"/>
    </w:pPr>
    <w:rPr>
      <w:rFonts w:ascii="Arial" w:hAnsi="Arial"/>
      <w:color w:val="000000"/>
      <w:szCs w:val="24"/>
    </w:rPr>
  </w:style>
  <w:style w:type="paragraph" w:customStyle="1" w:styleId="MusterTextblock">
    <w:name w:val="Muster Textblock"/>
    <w:basedOn w:val="Textblock"/>
    <w:autoRedefine/>
    <w:rsid w:val="00617541"/>
    <w:pPr>
      <w:spacing w:line="240" w:lineRule="exact"/>
    </w:pPr>
    <w:rPr>
      <w:rFonts w:ascii="Courier New" w:hAnsi="Courier New"/>
    </w:rPr>
  </w:style>
  <w:style w:type="paragraph" w:customStyle="1" w:styleId="MusterTitel">
    <w:name w:val="Muster Titel"/>
    <w:basedOn w:val="MusterTextblock"/>
    <w:next w:val="MusterTextblock"/>
    <w:autoRedefine/>
    <w:rsid w:val="00617541"/>
    <w:pPr>
      <w:spacing w:before="240" w:line="320" w:lineRule="exact"/>
    </w:pPr>
    <w:rPr>
      <w:b/>
      <w:sz w:val="28"/>
    </w:rPr>
  </w:style>
  <w:style w:type="paragraph" w:customStyle="1" w:styleId="MusterTextblockextra">
    <w:name w:val="Muster Textblock extra"/>
    <w:basedOn w:val="MusterTextblock"/>
    <w:next w:val="MusterTextblock"/>
    <w:autoRedefine/>
    <w:rsid w:val="00617541"/>
    <w:pPr>
      <w:jc w:val="right"/>
    </w:pPr>
  </w:style>
  <w:style w:type="paragraph" w:customStyle="1" w:styleId="MusterZwischenberschrift1">
    <w:name w:val="Muster Zwischenüberschrift 1"/>
    <w:basedOn w:val="MusterTextblock"/>
    <w:next w:val="MusterTextblock"/>
    <w:autoRedefine/>
    <w:rsid w:val="00617541"/>
    <w:pPr>
      <w:spacing w:before="240"/>
    </w:pPr>
    <w:rPr>
      <w:b/>
    </w:rPr>
  </w:style>
  <w:style w:type="paragraph" w:customStyle="1" w:styleId="MusterZwischenberschrift2">
    <w:name w:val="Muster Zwischenüberschrift 2"/>
    <w:basedOn w:val="MusterTextblock"/>
    <w:next w:val="MusterTextblock"/>
    <w:autoRedefine/>
    <w:rsid w:val="00617541"/>
    <w:pPr>
      <w:spacing w:before="240"/>
    </w:pPr>
  </w:style>
  <w:style w:type="paragraph" w:customStyle="1" w:styleId="MusterZwischenberschrift3">
    <w:name w:val="Muster Zwischenüberschrift 3"/>
    <w:basedOn w:val="MusterTextblock"/>
    <w:next w:val="MusterTextblock"/>
    <w:autoRedefine/>
    <w:rsid w:val="00617541"/>
    <w:pPr>
      <w:spacing w:before="240"/>
    </w:pPr>
    <w:rPr>
      <w:i/>
    </w:rPr>
  </w:style>
  <w:style w:type="paragraph" w:customStyle="1" w:styleId="MusterListe1">
    <w:name w:val="Muster Liste 1"/>
    <w:basedOn w:val="MusterTextblock"/>
    <w:autoRedefine/>
    <w:rsid w:val="00617541"/>
    <w:pPr>
      <w:numPr>
        <w:numId w:val="59"/>
      </w:numPr>
      <w:tabs>
        <w:tab w:val="clear" w:pos="360"/>
      </w:tabs>
      <w:ind w:left="357" w:hanging="357"/>
    </w:pPr>
  </w:style>
  <w:style w:type="paragraph" w:customStyle="1" w:styleId="MusterListe2">
    <w:name w:val="Muster Liste 2"/>
    <w:basedOn w:val="MusterTextblock"/>
    <w:autoRedefine/>
    <w:rsid w:val="00617541"/>
    <w:pPr>
      <w:numPr>
        <w:numId w:val="60"/>
      </w:numPr>
      <w:tabs>
        <w:tab w:val="clear" w:pos="717"/>
      </w:tabs>
      <w:ind w:left="714" w:hanging="357"/>
    </w:pPr>
    <w:rPr>
      <w:szCs w:val="20"/>
    </w:rPr>
  </w:style>
  <w:style w:type="paragraph" w:customStyle="1" w:styleId="MusterListe1numerisch">
    <w:name w:val="Muster Liste 1 numerisch"/>
    <w:basedOn w:val="MusterListe1"/>
    <w:autoRedefine/>
    <w:rsid w:val="00617541"/>
    <w:pPr>
      <w:numPr>
        <w:numId w:val="21"/>
      </w:numPr>
      <w:tabs>
        <w:tab w:val="clear" w:pos="363"/>
      </w:tabs>
      <w:ind w:left="357" w:hanging="357"/>
    </w:pPr>
  </w:style>
  <w:style w:type="paragraph" w:customStyle="1" w:styleId="MusterListe2numerisch">
    <w:name w:val="Muster Liste 2 numerisch"/>
    <w:basedOn w:val="MusterListe2"/>
    <w:autoRedefine/>
    <w:rsid w:val="00617541"/>
    <w:pPr>
      <w:numPr>
        <w:numId w:val="24"/>
      </w:numPr>
      <w:tabs>
        <w:tab w:val="clear" w:pos="720"/>
      </w:tabs>
      <w:ind w:left="714" w:hanging="357"/>
    </w:pPr>
  </w:style>
  <w:style w:type="paragraph" w:customStyle="1" w:styleId="MusterListe1alphabetisch">
    <w:name w:val="Muster Liste 1 alphabetisch"/>
    <w:basedOn w:val="MusterListe1"/>
    <w:autoRedefine/>
    <w:rsid w:val="00617541"/>
    <w:pPr>
      <w:numPr>
        <w:numId w:val="20"/>
      </w:numPr>
      <w:tabs>
        <w:tab w:val="clear" w:pos="363"/>
      </w:tabs>
      <w:ind w:left="357" w:hanging="357"/>
    </w:pPr>
  </w:style>
  <w:style w:type="paragraph" w:customStyle="1" w:styleId="MusterListe2alphabetisch">
    <w:name w:val="Muster Liste 2 alphabetisch"/>
    <w:basedOn w:val="MusterListe2"/>
    <w:autoRedefine/>
    <w:rsid w:val="00617541"/>
    <w:pPr>
      <w:numPr>
        <w:numId w:val="23"/>
      </w:numPr>
      <w:tabs>
        <w:tab w:val="clear" w:pos="720"/>
      </w:tabs>
      <w:ind w:left="714" w:hanging="357"/>
    </w:pPr>
  </w:style>
  <w:style w:type="paragraph" w:customStyle="1" w:styleId="MusterListe1rmisch">
    <w:name w:val="Muster Liste 1 römisch"/>
    <w:basedOn w:val="MusterListe1"/>
    <w:autoRedefine/>
    <w:rsid w:val="00617541"/>
    <w:pPr>
      <w:numPr>
        <w:numId w:val="22"/>
      </w:numPr>
      <w:tabs>
        <w:tab w:val="clear" w:pos="720"/>
      </w:tabs>
      <w:ind w:left="357" w:hanging="357"/>
    </w:pPr>
  </w:style>
  <w:style w:type="paragraph" w:customStyle="1" w:styleId="MusterListe2rmisch">
    <w:name w:val="Muster Liste 2 römisch"/>
    <w:basedOn w:val="MusterListe2"/>
    <w:autoRedefine/>
    <w:rsid w:val="00617541"/>
    <w:pPr>
      <w:numPr>
        <w:numId w:val="25"/>
      </w:numPr>
      <w:tabs>
        <w:tab w:val="clear" w:pos="1072"/>
      </w:tabs>
    </w:pPr>
  </w:style>
  <w:style w:type="paragraph" w:customStyle="1" w:styleId="MusterListe1manuell">
    <w:name w:val="Muster Liste 1 manuell"/>
    <w:basedOn w:val="MusterListe1"/>
    <w:autoRedefine/>
    <w:rsid w:val="00617541"/>
    <w:pPr>
      <w:numPr>
        <w:numId w:val="0"/>
      </w:numPr>
      <w:ind w:left="357" w:hanging="357"/>
    </w:pPr>
  </w:style>
  <w:style w:type="paragraph" w:customStyle="1" w:styleId="MusterListe2manuell">
    <w:name w:val="Muster Liste 2 manuell"/>
    <w:basedOn w:val="MusterListe2"/>
    <w:autoRedefine/>
    <w:rsid w:val="00617541"/>
    <w:pPr>
      <w:numPr>
        <w:numId w:val="0"/>
      </w:numPr>
      <w:ind w:left="714" w:hanging="357"/>
    </w:pPr>
  </w:style>
  <w:style w:type="paragraph" w:customStyle="1" w:styleId="MusterListe1fortsetzen">
    <w:name w:val="Muster Liste 1 fortsetzen"/>
    <w:basedOn w:val="MusterListe1"/>
    <w:autoRedefine/>
    <w:rsid w:val="00617541"/>
    <w:pPr>
      <w:numPr>
        <w:numId w:val="0"/>
      </w:numPr>
      <w:ind w:left="357"/>
    </w:pPr>
  </w:style>
  <w:style w:type="paragraph" w:customStyle="1" w:styleId="MusterListe2fortsetzen">
    <w:name w:val="Muster Liste 2 fortsetzen"/>
    <w:basedOn w:val="MusterListe2"/>
    <w:autoRedefine/>
    <w:rsid w:val="00617541"/>
    <w:pPr>
      <w:numPr>
        <w:numId w:val="0"/>
      </w:numPr>
      <w:ind w:left="714"/>
    </w:pPr>
  </w:style>
  <w:style w:type="paragraph" w:customStyle="1" w:styleId="MusterUnterschrift">
    <w:name w:val="Muster Unterschrift"/>
    <w:basedOn w:val="MusterTextblock"/>
    <w:autoRedefine/>
    <w:rsid w:val="00617541"/>
    <w:rPr>
      <w:b/>
    </w:rPr>
  </w:style>
  <w:style w:type="paragraph" w:customStyle="1" w:styleId="Klasse">
    <w:name w:val="Klasse"/>
    <w:basedOn w:val="Textblock"/>
    <w:next w:val="Standard"/>
    <w:autoRedefine/>
    <w:rsid w:val="00617541"/>
  </w:style>
  <w:style w:type="paragraph" w:customStyle="1" w:styleId="Kategorie">
    <w:name w:val="Kategorie"/>
    <w:basedOn w:val="Textblock"/>
    <w:next w:val="Standard"/>
    <w:autoRedefine/>
    <w:rsid w:val="00617541"/>
  </w:style>
  <w:style w:type="paragraph" w:customStyle="1" w:styleId="TechnischeBeurteilung">
    <w:name w:val="Technische Beurteilung"/>
    <w:autoRedefine/>
    <w:rsid w:val="00617541"/>
    <w:pPr>
      <w:spacing w:after="120" w:line="300" w:lineRule="exact"/>
    </w:pPr>
    <w:rPr>
      <w:rFonts w:ascii="Arial" w:hAnsi="Arial"/>
      <w:color w:val="000000"/>
      <w:sz w:val="24"/>
      <w:szCs w:val="24"/>
    </w:rPr>
  </w:style>
  <w:style w:type="paragraph" w:customStyle="1" w:styleId="RechtlicheBeurteilung">
    <w:name w:val="Rechtliche Beurteilung"/>
    <w:basedOn w:val="Textblock"/>
    <w:next w:val="Textblock"/>
    <w:autoRedefine/>
    <w:rsid w:val="00617541"/>
  </w:style>
  <w:style w:type="paragraph" w:customStyle="1" w:styleId="FallbeschreibungTitel">
    <w:name w:val="Fallbeschreibung Titel"/>
    <w:basedOn w:val="Textblock"/>
    <w:next w:val="Textblock"/>
    <w:autoRedefine/>
    <w:rsid w:val="00617541"/>
    <w:pPr>
      <w:spacing w:before="300" w:line="340" w:lineRule="exact"/>
      <w:outlineLvl w:val="1"/>
    </w:pPr>
    <w:rPr>
      <w:b/>
      <w:sz w:val="28"/>
      <w:szCs w:val="28"/>
    </w:rPr>
  </w:style>
  <w:style w:type="paragraph" w:customStyle="1" w:styleId="TechnischeBeurteilungTitel">
    <w:name w:val="Technische Beurteilung Titel"/>
    <w:basedOn w:val="Textblock"/>
    <w:autoRedefine/>
    <w:rsid w:val="00617541"/>
    <w:pPr>
      <w:spacing w:before="300" w:line="340" w:lineRule="exact"/>
      <w:outlineLvl w:val="1"/>
    </w:pPr>
    <w:rPr>
      <w:b/>
      <w:sz w:val="28"/>
      <w:szCs w:val="28"/>
      <w:lang w:val="de-DE"/>
    </w:rPr>
  </w:style>
  <w:style w:type="paragraph" w:customStyle="1" w:styleId="RechtlicheBeurteilungTitel">
    <w:name w:val="Rechtliche Beurteilung Titel"/>
    <w:basedOn w:val="Textblock"/>
    <w:next w:val="Textblock"/>
    <w:autoRedefine/>
    <w:rsid w:val="00617541"/>
    <w:pPr>
      <w:spacing w:before="300" w:after="100" w:line="340" w:lineRule="exact"/>
      <w:outlineLvl w:val="1"/>
    </w:pPr>
    <w:rPr>
      <w:b/>
      <w:sz w:val="28"/>
      <w:szCs w:val="28"/>
    </w:rPr>
  </w:style>
  <w:style w:type="paragraph" w:customStyle="1" w:styleId="Entscheidungentfernen">
    <w:name w:val="Entscheidung entfernen"/>
    <w:basedOn w:val="Standard"/>
    <w:next w:val="Textblock"/>
    <w:pPr>
      <w:tabs>
        <w:tab w:val="left" w:pos="0"/>
      </w:tabs>
      <w:spacing w:before="120" w:after="120" w:line="300" w:lineRule="auto"/>
      <w:ind w:left="1134"/>
    </w:pPr>
    <w:rPr>
      <w:rFonts w:ascii="Arial" w:hAnsi="Arial" w:cs="Arial"/>
      <w:color w:val="000000"/>
    </w:rPr>
  </w:style>
  <w:style w:type="paragraph" w:customStyle="1" w:styleId="KommentarTitel">
    <w:name w:val="Kommentar Titel"/>
    <w:basedOn w:val="Textblock"/>
    <w:next w:val="Standard"/>
    <w:autoRedefine/>
    <w:rsid w:val="00617541"/>
    <w:pPr>
      <w:spacing w:before="300" w:line="340" w:lineRule="exact"/>
      <w:outlineLvl w:val="1"/>
    </w:pPr>
    <w:rPr>
      <w:b/>
      <w:sz w:val="28"/>
      <w:szCs w:val="28"/>
    </w:rPr>
  </w:style>
  <w:style w:type="paragraph" w:customStyle="1" w:styleId="GrndeTitel">
    <w:name w:val="Gründe Titel"/>
    <w:basedOn w:val="Textblock"/>
    <w:next w:val="Textblock"/>
    <w:autoRedefine/>
    <w:rsid w:val="00617541"/>
    <w:pPr>
      <w:spacing w:before="300" w:line="340" w:lineRule="exact"/>
      <w:outlineLvl w:val="1"/>
    </w:pPr>
    <w:rPr>
      <w:b/>
      <w:sz w:val="28"/>
      <w:szCs w:val="28"/>
    </w:rPr>
  </w:style>
  <w:style w:type="paragraph" w:customStyle="1" w:styleId="SachverhaltTitel">
    <w:name w:val="Sachverhalt Titel"/>
    <w:basedOn w:val="Textblock"/>
    <w:next w:val="Textblock"/>
    <w:autoRedefine/>
    <w:rsid w:val="00617541"/>
    <w:pPr>
      <w:spacing w:before="300" w:after="100" w:line="340" w:lineRule="exact"/>
      <w:outlineLvl w:val="1"/>
    </w:pPr>
    <w:rPr>
      <w:b/>
      <w:sz w:val="28"/>
      <w:szCs w:val="28"/>
    </w:rPr>
  </w:style>
  <w:style w:type="paragraph" w:customStyle="1" w:styleId="LeitsatzTitel">
    <w:name w:val="Leitsatz Titel"/>
    <w:basedOn w:val="Textblock"/>
    <w:next w:val="Textblock"/>
    <w:autoRedefine/>
    <w:rsid w:val="00617541"/>
    <w:pPr>
      <w:spacing w:before="300" w:line="340" w:lineRule="exact"/>
      <w:outlineLvl w:val="1"/>
    </w:pPr>
    <w:rPr>
      <w:b/>
      <w:sz w:val="28"/>
      <w:szCs w:val="28"/>
    </w:rPr>
  </w:style>
  <w:style w:type="paragraph" w:customStyle="1" w:styleId="VorinstanzTitel">
    <w:name w:val="Vorinstanz Titel"/>
    <w:basedOn w:val="Textblock"/>
    <w:next w:val="Textblock"/>
    <w:autoRedefine/>
    <w:rsid w:val="00617541"/>
    <w:pPr>
      <w:spacing w:before="240" w:line="340" w:lineRule="exact"/>
      <w:outlineLvl w:val="1"/>
    </w:pPr>
    <w:rPr>
      <w:b/>
      <w:sz w:val="28"/>
      <w:szCs w:val="28"/>
    </w:rPr>
  </w:style>
  <w:style w:type="paragraph" w:customStyle="1" w:styleId="Vorschrift">
    <w:name w:val="Vorschrift"/>
    <w:basedOn w:val="Textblock"/>
    <w:next w:val="Textblock"/>
    <w:autoRedefine/>
    <w:rsid w:val="00617541"/>
  </w:style>
  <w:style w:type="paragraph" w:customStyle="1" w:styleId="Fundstelle">
    <w:name w:val="Fundstelle"/>
    <w:basedOn w:val="Textblock"/>
    <w:next w:val="Textblock"/>
    <w:autoRedefine/>
    <w:rsid w:val="00617541"/>
  </w:style>
  <w:style w:type="paragraph" w:customStyle="1" w:styleId="Aktenzeichen">
    <w:name w:val="Aktenzeichen"/>
    <w:basedOn w:val="Standard"/>
    <w:next w:val="Fundstelle"/>
    <w:pPr>
      <w:numPr>
        <w:numId w:val="6"/>
      </w:numPr>
      <w:tabs>
        <w:tab w:val="left" w:pos="0"/>
        <w:tab w:val="num" w:pos="1494"/>
      </w:tabs>
      <w:spacing w:before="120" w:after="120" w:line="300" w:lineRule="auto"/>
      <w:ind w:left="1494" w:hanging="360"/>
    </w:pPr>
    <w:rPr>
      <w:rFonts w:ascii="Arial" w:hAnsi="Arial" w:cs="Arial"/>
      <w:color w:val="000000"/>
    </w:rPr>
  </w:style>
  <w:style w:type="paragraph" w:styleId="Datum">
    <w:name w:val="Date"/>
    <w:basedOn w:val="Textblock"/>
    <w:next w:val="Textblock"/>
    <w:autoRedefine/>
    <w:rsid w:val="00617541"/>
    <w:pPr>
      <w:spacing w:before="120"/>
    </w:pPr>
  </w:style>
  <w:style w:type="paragraph" w:customStyle="1" w:styleId="Gericht">
    <w:name w:val="Gericht"/>
    <w:basedOn w:val="Textblock"/>
    <w:next w:val="Datum"/>
    <w:autoRedefine/>
    <w:rsid w:val="00617541"/>
    <w:pPr>
      <w:spacing w:before="120"/>
    </w:pPr>
  </w:style>
  <w:style w:type="paragraph" w:customStyle="1" w:styleId="Kurztitel">
    <w:name w:val="Kurztitel"/>
    <w:basedOn w:val="Textblock"/>
    <w:next w:val="Standard"/>
    <w:autoRedefine/>
    <w:rsid w:val="00617541"/>
  </w:style>
  <w:style w:type="paragraph" w:customStyle="1" w:styleId="VorschriftTextblock">
    <w:name w:val="Vorschrift Textblock"/>
    <w:basedOn w:val="Textblock"/>
    <w:link w:val="VorschriftTextblockChar"/>
    <w:autoRedefine/>
    <w:rsid w:val="00617541"/>
  </w:style>
  <w:style w:type="paragraph" w:customStyle="1" w:styleId="VorschriftAbsatz">
    <w:name w:val="Vorschrift Absatz"/>
    <w:basedOn w:val="VorschriftTextblock"/>
    <w:autoRedefine/>
    <w:rsid w:val="00617541"/>
  </w:style>
  <w:style w:type="paragraph" w:customStyle="1" w:styleId="VorschriftParagraph">
    <w:name w:val="Vorschrift Paragraph"/>
    <w:next w:val="VorschriftTextblock"/>
    <w:autoRedefine/>
    <w:rsid w:val="00617541"/>
    <w:pPr>
      <w:spacing w:after="120"/>
    </w:pPr>
    <w:rPr>
      <w:rFonts w:ascii="Arial" w:hAnsi="Arial"/>
      <w:b/>
      <w:color w:val="000000"/>
    </w:rPr>
  </w:style>
  <w:style w:type="paragraph" w:customStyle="1" w:styleId="Vorschrift1">
    <w:name w:val="Vorschrift 1"/>
    <w:basedOn w:val="VorschriftTextblock"/>
    <w:autoRedefine/>
    <w:rsid w:val="00617541"/>
    <w:pPr>
      <w:spacing w:before="160" w:line="340" w:lineRule="exact"/>
    </w:pPr>
    <w:rPr>
      <w:b/>
      <w:sz w:val="28"/>
    </w:rPr>
  </w:style>
  <w:style w:type="paragraph" w:customStyle="1" w:styleId="Vorschrift2">
    <w:name w:val="Vorschrift 2"/>
    <w:basedOn w:val="VorschriftTextblock"/>
    <w:autoRedefine/>
    <w:rsid w:val="00617541"/>
    <w:pPr>
      <w:spacing w:before="160" w:line="340" w:lineRule="exact"/>
    </w:pPr>
    <w:rPr>
      <w:b/>
      <w:sz w:val="28"/>
    </w:rPr>
  </w:style>
  <w:style w:type="paragraph" w:customStyle="1" w:styleId="Vorschrift3">
    <w:name w:val="Vorschrift 3"/>
    <w:basedOn w:val="VorschriftTextblock"/>
    <w:autoRedefine/>
    <w:rsid w:val="00617541"/>
    <w:pPr>
      <w:spacing w:before="160" w:line="340" w:lineRule="exact"/>
    </w:pPr>
    <w:rPr>
      <w:b/>
      <w:sz w:val="28"/>
    </w:rPr>
  </w:style>
  <w:style w:type="paragraph" w:customStyle="1" w:styleId="Vorschrift4">
    <w:name w:val="Vorschrift 4"/>
    <w:basedOn w:val="VorschriftTextblock"/>
    <w:autoRedefine/>
    <w:rsid w:val="00617541"/>
    <w:pPr>
      <w:spacing w:before="160" w:line="340" w:lineRule="exact"/>
    </w:pPr>
    <w:rPr>
      <w:b/>
      <w:sz w:val="28"/>
    </w:rPr>
  </w:style>
  <w:style w:type="paragraph" w:customStyle="1" w:styleId="Vorschrift5">
    <w:name w:val="Vorschrift 5"/>
    <w:basedOn w:val="VorschriftTextblock"/>
    <w:autoRedefine/>
    <w:rsid w:val="00617541"/>
    <w:pPr>
      <w:spacing w:before="160" w:line="340" w:lineRule="exact"/>
    </w:pPr>
    <w:rPr>
      <w:b/>
      <w:sz w:val="28"/>
    </w:rPr>
  </w:style>
  <w:style w:type="paragraph" w:customStyle="1" w:styleId="Vorschrift6">
    <w:name w:val="Vorschrift 6"/>
    <w:basedOn w:val="VorschriftTextblock"/>
    <w:next w:val="Verzeichnis6"/>
    <w:autoRedefine/>
    <w:rsid w:val="00617541"/>
    <w:pPr>
      <w:spacing w:before="160" w:line="340" w:lineRule="exact"/>
    </w:pPr>
    <w:rPr>
      <w:b/>
      <w:sz w:val="28"/>
    </w:rPr>
  </w:style>
  <w:style w:type="paragraph" w:customStyle="1" w:styleId="VorschriftAnhangTitel">
    <w:name w:val="Vorschrift Anhang Titel"/>
    <w:basedOn w:val="VorschriftTextblock"/>
    <w:autoRedefine/>
    <w:rsid w:val="00617541"/>
    <w:pPr>
      <w:spacing w:before="160" w:line="340" w:lineRule="exact"/>
    </w:pPr>
    <w:rPr>
      <w:b/>
      <w:sz w:val="28"/>
    </w:rPr>
  </w:style>
  <w:style w:type="paragraph" w:customStyle="1" w:styleId="VorschriftAnhang1">
    <w:name w:val="Vorschrift Anhang 1"/>
    <w:basedOn w:val="VorschriftTextblock"/>
    <w:autoRedefine/>
    <w:rsid w:val="00617541"/>
    <w:pPr>
      <w:spacing w:before="160" w:line="340" w:lineRule="exact"/>
    </w:pPr>
    <w:rPr>
      <w:b/>
      <w:sz w:val="28"/>
    </w:rPr>
  </w:style>
  <w:style w:type="paragraph" w:customStyle="1" w:styleId="VorschriftAnhang2">
    <w:name w:val="Vorschrift Anhang 2"/>
    <w:basedOn w:val="VorschriftTextblock"/>
    <w:autoRedefine/>
    <w:rsid w:val="00617541"/>
    <w:pPr>
      <w:spacing w:before="160" w:line="340" w:lineRule="exact"/>
    </w:pPr>
    <w:rPr>
      <w:b/>
      <w:sz w:val="28"/>
    </w:rPr>
  </w:style>
  <w:style w:type="paragraph" w:customStyle="1" w:styleId="VorschriftListe1">
    <w:name w:val="Vorschrift Liste 1"/>
    <w:basedOn w:val="Textblock"/>
    <w:link w:val="VorschriftListe1Char"/>
    <w:autoRedefine/>
    <w:rsid w:val="00617541"/>
    <w:pPr>
      <w:numPr>
        <w:numId w:val="61"/>
      </w:numPr>
      <w:tabs>
        <w:tab w:val="clear" w:pos="360"/>
      </w:tabs>
    </w:pPr>
  </w:style>
  <w:style w:type="paragraph" w:customStyle="1" w:styleId="VorschriftListe1numerisch">
    <w:name w:val="Vorschrift Liste 1 numerisch"/>
    <w:basedOn w:val="VorschriftListe1"/>
    <w:autoRedefine/>
    <w:rsid w:val="00617541"/>
    <w:pPr>
      <w:numPr>
        <w:numId w:val="29"/>
      </w:numPr>
      <w:tabs>
        <w:tab w:val="clear" w:pos="363"/>
      </w:tabs>
      <w:ind w:left="357" w:hanging="357"/>
    </w:pPr>
  </w:style>
  <w:style w:type="paragraph" w:customStyle="1" w:styleId="VorschriftListe1alphabetisch">
    <w:name w:val="Vorschrift Liste 1 alphabetisch"/>
    <w:basedOn w:val="VorschriftListe1"/>
    <w:autoRedefine/>
    <w:rsid w:val="00617541"/>
    <w:pPr>
      <w:numPr>
        <w:numId w:val="28"/>
      </w:numPr>
      <w:tabs>
        <w:tab w:val="clear" w:pos="363"/>
      </w:tabs>
      <w:ind w:left="357" w:hanging="357"/>
    </w:pPr>
  </w:style>
  <w:style w:type="paragraph" w:customStyle="1" w:styleId="VorschriftListe1rmisch">
    <w:name w:val="Vorschrift Liste 1 römisch"/>
    <w:basedOn w:val="VorschriftListe1"/>
    <w:autoRedefine/>
    <w:rsid w:val="00617541"/>
    <w:pPr>
      <w:numPr>
        <w:numId w:val="30"/>
      </w:numPr>
    </w:pPr>
  </w:style>
  <w:style w:type="paragraph" w:customStyle="1" w:styleId="VorschriftListe1fortsetzen">
    <w:name w:val="Vorschrift Liste 1 fortsetzen"/>
    <w:basedOn w:val="VorschriftListe1"/>
    <w:autoRedefine/>
    <w:rsid w:val="00617541"/>
    <w:pPr>
      <w:numPr>
        <w:numId w:val="0"/>
      </w:numPr>
      <w:ind w:left="357"/>
    </w:pPr>
  </w:style>
  <w:style w:type="paragraph" w:customStyle="1" w:styleId="VorschriftListe2">
    <w:name w:val="Vorschrift Liste 2"/>
    <w:basedOn w:val="VorschriftTextblock"/>
    <w:autoRedefine/>
    <w:rsid w:val="00617541"/>
    <w:pPr>
      <w:numPr>
        <w:numId w:val="55"/>
      </w:numPr>
      <w:tabs>
        <w:tab w:val="clear" w:pos="717"/>
      </w:tabs>
      <w:ind w:left="714" w:hanging="357"/>
    </w:pPr>
  </w:style>
  <w:style w:type="paragraph" w:customStyle="1" w:styleId="VorschriftListe2numerisch">
    <w:name w:val="Vorschrift Liste 2 numerisch"/>
    <w:basedOn w:val="VorschriftListe2"/>
    <w:autoRedefine/>
    <w:rsid w:val="00617541"/>
    <w:pPr>
      <w:numPr>
        <w:numId w:val="32"/>
      </w:numPr>
      <w:tabs>
        <w:tab w:val="clear" w:pos="754"/>
      </w:tabs>
      <w:ind w:left="714" w:hanging="357"/>
    </w:pPr>
  </w:style>
  <w:style w:type="paragraph" w:customStyle="1" w:styleId="VorschriftListe2alphabetisch">
    <w:name w:val="Vorschrift Liste 2 alphabetisch"/>
    <w:basedOn w:val="VorschriftListe2"/>
    <w:autoRedefine/>
    <w:rsid w:val="00617541"/>
    <w:pPr>
      <w:numPr>
        <w:numId w:val="31"/>
      </w:numPr>
      <w:tabs>
        <w:tab w:val="clear" w:pos="754"/>
      </w:tabs>
      <w:ind w:left="714" w:hanging="357"/>
    </w:pPr>
  </w:style>
  <w:style w:type="paragraph" w:customStyle="1" w:styleId="VorschriftListe2rmisch">
    <w:name w:val="Vorschrift Liste 2 römisch"/>
    <w:basedOn w:val="VorschriftListe2"/>
    <w:autoRedefine/>
    <w:rsid w:val="00617541"/>
    <w:pPr>
      <w:numPr>
        <w:numId w:val="33"/>
      </w:numPr>
      <w:spacing w:line="240" w:lineRule="auto"/>
    </w:pPr>
  </w:style>
  <w:style w:type="paragraph" w:customStyle="1" w:styleId="VorschriftListe2fortsetzen">
    <w:name w:val="Vorschrift Liste 2 fortsetzen"/>
    <w:basedOn w:val="VorschriftListe2"/>
    <w:autoRedefine/>
    <w:rsid w:val="00617541"/>
    <w:pPr>
      <w:numPr>
        <w:numId w:val="0"/>
      </w:numPr>
      <w:ind w:left="714"/>
    </w:pPr>
  </w:style>
  <w:style w:type="paragraph" w:customStyle="1" w:styleId="VorschriftListe3">
    <w:name w:val="Vorschrift Liste 3"/>
    <w:basedOn w:val="VorschriftTextblock"/>
    <w:autoRedefine/>
    <w:rsid w:val="00617541"/>
    <w:pPr>
      <w:numPr>
        <w:numId w:val="56"/>
      </w:numPr>
      <w:tabs>
        <w:tab w:val="clear" w:pos="1074"/>
      </w:tabs>
    </w:pPr>
  </w:style>
  <w:style w:type="paragraph" w:customStyle="1" w:styleId="VorschriftListe3numerisch">
    <w:name w:val="Vorschrift Liste 3 numerisch"/>
    <w:basedOn w:val="VorschriftListe3"/>
    <w:autoRedefine/>
    <w:rsid w:val="00617541"/>
    <w:pPr>
      <w:numPr>
        <w:numId w:val="35"/>
      </w:numPr>
      <w:tabs>
        <w:tab w:val="clear" w:pos="1074"/>
      </w:tabs>
    </w:pPr>
  </w:style>
  <w:style w:type="paragraph" w:customStyle="1" w:styleId="VorschriftListe3alphabetisch">
    <w:name w:val="Vorschrift Liste 3 alphabetisch"/>
    <w:basedOn w:val="VorschriftListe3"/>
    <w:autoRedefine/>
    <w:rsid w:val="00617541"/>
    <w:pPr>
      <w:numPr>
        <w:numId w:val="34"/>
      </w:numPr>
    </w:pPr>
    <w:rPr>
      <w:szCs w:val="20"/>
    </w:rPr>
  </w:style>
  <w:style w:type="paragraph" w:customStyle="1" w:styleId="VorschriftListe3rmisch">
    <w:name w:val="Vorschrift Liste 3 römisch"/>
    <w:basedOn w:val="VorschriftListe3"/>
    <w:autoRedefine/>
    <w:rsid w:val="00617541"/>
    <w:pPr>
      <w:numPr>
        <w:numId w:val="36"/>
      </w:numPr>
      <w:tabs>
        <w:tab w:val="clear" w:pos="1434"/>
      </w:tabs>
    </w:pPr>
  </w:style>
  <w:style w:type="paragraph" w:customStyle="1" w:styleId="VorschriftListe3fortsetzen">
    <w:name w:val="Vorschrift Liste 3 fortsetzen"/>
    <w:basedOn w:val="VorschriftListe3"/>
    <w:autoRedefine/>
    <w:rsid w:val="00617541"/>
    <w:pPr>
      <w:numPr>
        <w:numId w:val="0"/>
      </w:numPr>
      <w:ind w:left="1072"/>
    </w:pPr>
  </w:style>
  <w:style w:type="paragraph" w:customStyle="1" w:styleId="VorschriftListe4">
    <w:name w:val="Vorschrift Liste 4"/>
    <w:basedOn w:val="VorschriftTextblock"/>
    <w:autoRedefine/>
    <w:rsid w:val="00617541"/>
    <w:pPr>
      <w:numPr>
        <w:numId w:val="57"/>
      </w:numPr>
      <w:tabs>
        <w:tab w:val="clear" w:pos="1432"/>
      </w:tabs>
    </w:pPr>
  </w:style>
  <w:style w:type="paragraph" w:customStyle="1" w:styleId="VorschriftListe4numerisch">
    <w:name w:val="Vorschrift Liste 4 numerisch"/>
    <w:basedOn w:val="VorschriftListe4"/>
    <w:autoRedefine/>
    <w:rsid w:val="00617541"/>
    <w:pPr>
      <w:numPr>
        <w:numId w:val="7"/>
      </w:numPr>
    </w:pPr>
    <w:rPr>
      <w:szCs w:val="20"/>
    </w:rPr>
  </w:style>
  <w:style w:type="paragraph" w:customStyle="1" w:styleId="VorschriftListe4alphabetisch">
    <w:name w:val="Vorschrift Liste 4 alphabetisch"/>
    <w:basedOn w:val="VorschriftListe4"/>
    <w:autoRedefine/>
    <w:rsid w:val="00617541"/>
    <w:pPr>
      <w:numPr>
        <w:numId w:val="58"/>
      </w:numPr>
      <w:tabs>
        <w:tab w:val="clear" w:pos="3932"/>
      </w:tabs>
      <w:ind w:left="1429"/>
    </w:pPr>
    <w:rPr>
      <w:szCs w:val="20"/>
      <w:lang w:val="de-DE"/>
    </w:rPr>
  </w:style>
  <w:style w:type="paragraph" w:customStyle="1" w:styleId="VorschriftListe4rmisch">
    <w:name w:val="Vorschrift Liste 4 römisch"/>
    <w:basedOn w:val="VorschriftListe4"/>
    <w:autoRedefine/>
    <w:rsid w:val="00617541"/>
    <w:pPr>
      <w:numPr>
        <w:numId w:val="8"/>
      </w:numPr>
      <w:tabs>
        <w:tab w:val="clear" w:pos="1792"/>
      </w:tabs>
    </w:pPr>
  </w:style>
  <w:style w:type="paragraph" w:customStyle="1" w:styleId="VorschriftListe4fortsetzen">
    <w:name w:val="Vorschrift Liste 4 fortsetzen"/>
    <w:basedOn w:val="VorschriftListe4"/>
    <w:autoRedefine/>
    <w:rsid w:val="00617541"/>
    <w:pPr>
      <w:numPr>
        <w:numId w:val="0"/>
      </w:numPr>
      <w:ind w:left="1429"/>
    </w:pPr>
  </w:style>
  <w:style w:type="paragraph" w:customStyle="1" w:styleId="Inhalt5">
    <w:name w:val="Inhalt 5"/>
    <w:basedOn w:val="Inhalt4"/>
    <w:autoRedefine/>
    <w:rsid w:val="00617541"/>
    <w:pPr>
      <w:ind w:left="1429"/>
    </w:pPr>
  </w:style>
  <w:style w:type="paragraph" w:customStyle="1" w:styleId="Inhalt4">
    <w:name w:val="Inhalt 4"/>
    <w:basedOn w:val="Inhalt3"/>
    <w:autoRedefine/>
    <w:rsid w:val="00617541"/>
    <w:pPr>
      <w:ind w:left="1072"/>
    </w:pPr>
  </w:style>
  <w:style w:type="paragraph" w:customStyle="1" w:styleId="Inhalt3">
    <w:name w:val="Inhalt 3"/>
    <w:basedOn w:val="Inhalt2"/>
    <w:autoRedefine/>
    <w:rsid w:val="00617541"/>
    <w:pPr>
      <w:ind w:left="714"/>
    </w:pPr>
  </w:style>
  <w:style w:type="paragraph" w:customStyle="1" w:styleId="Inhalt2">
    <w:name w:val="Inhalt 2"/>
    <w:basedOn w:val="Inhalt1"/>
    <w:autoRedefine/>
    <w:rsid w:val="00617541"/>
    <w:pPr>
      <w:ind w:left="357"/>
    </w:pPr>
  </w:style>
  <w:style w:type="paragraph" w:customStyle="1" w:styleId="Inhalt1">
    <w:name w:val="Inhalt 1"/>
    <w:basedOn w:val="Textblock"/>
    <w:autoRedefine/>
    <w:rsid w:val="00617541"/>
  </w:style>
  <w:style w:type="paragraph" w:customStyle="1" w:styleId="InhaltTitel">
    <w:name w:val="Inhalt Titel"/>
    <w:basedOn w:val="Textblock"/>
    <w:next w:val="Inhalt1"/>
    <w:autoRedefine/>
    <w:rsid w:val="00617541"/>
    <w:pPr>
      <w:spacing w:before="120"/>
    </w:pPr>
    <w:rPr>
      <w:b/>
    </w:rPr>
  </w:style>
  <w:style w:type="paragraph" w:customStyle="1" w:styleId="NormTextblock">
    <w:name w:val="Norm Textblock"/>
    <w:basedOn w:val="Textblock"/>
    <w:autoRedefine/>
    <w:rsid w:val="00617541"/>
    <w:pPr>
      <w:spacing w:line="240" w:lineRule="exact"/>
    </w:pPr>
  </w:style>
  <w:style w:type="paragraph" w:customStyle="1" w:styleId="Norm1">
    <w:name w:val="Norm 1"/>
    <w:basedOn w:val="Norm"/>
    <w:next w:val="NormTextblock"/>
    <w:autoRedefine/>
    <w:rsid w:val="00617541"/>
  </w:style>
  <w:style w:type="paragraph" w:customStyle="1" w:styleId="Norm2">
    <w:name w:val="Norm 2"/>
    <w:basedOn w:val="Norm"/>
    <w:next w:val="NormTextblock"/>
    <w:autoRedefine/>
    <w:rsid w:val="00617541"/>
  </w:style>
  <w:style w:type="paragraph" w:customStyle="1" w:styleId="Norm3">
    <w:name w:val="Norm 3"/>
    <w:basedOn w:val="Norm"/>
    <w:next w:val="NormTextblock"/>
    <w:autoRedefine/>
    <w:rsid w:val="00617541"/>
  </w:style>
  <w:style w:type="paragraph" w:customStyle="1" w:styleId="Norm4">
    <w:name w:val="Norm 4"/>
    <w:basedOn w:val="Norm"/>
    <w:next w:val="NormTextblock"/>
    <w:autoRedefine/>
    <w:rsid w:val="00617541"/>
  </w:style>
  <w:style w:type="paragraph" w:customStyle="1" w:styleId="Norm5">
    <w:name w:val="Norm 5"/>
    <w:basedOn w:val="Norm"/>
    <w:next w:val="NormTextblock"/>
    <w:autoRedefine/>
    <w:rsid w:val="00617541"/>
  </w:style>
  <w:style w:type="paragraph" w:customStyle="1" w:styleId="Hinweis">
    <w:name w:val="Hinweis"/>
    <w:basedOn w:val="Textblock"/>
    <w:next w:val="Textblock"/>
    <w:autoRedefine/>
    <w:rsid w:val="00617541"/>
    <w:pPr>
      <w:spacing w:before="240" w:line="340" w:lineRule="exact"/>
      <w:outlineLvl w:val="1"/>
    </w:pPr>
    <w:rPr>
      <w:b/>
      <w:sz w:val="28"/>
      <w:szCs w:val="28"/>
    </w:rPr>
  </w:style>
  <w:style w:type="paragraph" w:customStyle="1" w:styleId="Norm">
    <w:name w:val="Norm"/>
    <w:basedOn w:val="NormTextblock"/>
    <w:next w:val="NormTextblock"/>
    <w:autoRedefine/>
    <w:rsid w:val="00617541"/>
    <w:pPr>
      <w:spacing w:before="240" w:line="280" w:lineRule="exact"/>
    </w:pPr>
    <w:rPr>
      <w:b/>
      <w:sz w:val="22"/>
    </w:rPr>
  </w:style>
  <w:style w:type="paragraph" w:customStyle="1" w:styleId="Phase">
    <w:name w:val="Phase"/>
    <w:basedOn w:val="Norm"/>
    <w:next w:val="Norm"/>
    <w:autoRedefine/>
    <w:rsid w:val="00617541"/>
  </w:style>
  <w:style w:type="paragraph" w:customStyle="1" w:styleId="Fall">
    <w:name w:val="Fall"/>
    <w:basedOn w:val="Textblock"/>
    <w:next w:val="Textblock"/>
    <w:autoRedefine/>
    <w:rsid w:val="00617541"/>
  </w:style>
  <w:style w:type="paragraph" w:customStyle="1" w:styleId="Antwort">
    <w:name w:val="Antwort"/>
    <w:basedOn w:val="Textblock"/>
    <w:next w:val="Textblock"/>
    <w:autoRedefine/>
    <w:rsid w:val="00617541"/>
    <w:pPr>
      <w:spacing w:before="300" w:after="100" w:line="340" w:lineRule="exact"/>
      <w:outlineLvl w:val="1"/>
    </w:pPr>
    <w:rPr>
      <w:b/>
      <w:sz w:val="28"/>
      <w:szCs w:val="28"/>
    </w:rPr>
  </w:style>
  <w:style w:type="paragraph" w:customStyle="1" w:styleId="Frage">
    <w:name w:val="Frage"/>
    <w:basedOn w:val="Textblock"/>
    <w:next w:val="Textblock"/>
    <w:autoRedefine/>
    <w:rsid w:val="00617541"/>
    <w:pPr>
      <w:spacing w:before="240" w:line="340" w:lineRule="exact"/>
      <w:outlineLvl w:val="1"/>
    </w:pPr>
    <w:rPr>
      <w:b/>
      <w:sz w:val="28"/>
      <w:szCs w:val="28"/>
    </w:rPr>
  </w:style>
  <w:style w:type="paragraph" w:customStyle="1" w:styleId="Beispiel">
    <w:name w:val="Beispiel"/>
    <w:basedOn w:val="Textblock"/>
    <w:next w:val="Textblock"/>
    <w:autoRedefine/>
    <w:rsid w:val="00617541"/>
    <w:pPr>
      <w:spacing w:before="300" w:after="100" w:line="340" w:lineRule="exact"/>
      <w:outlineLvl w:val="1"/>
    </w:pPr>
    <w:rPr>
      <w:b/>
      <w:sz w:val="28"/>
      <w:szCs w:val="28"/>
    </w:rPr>
  </w:style>
  <w:style w:type="paragraph" w:customStyle="1" w:styleId="Entscheidung">
    <w:name w:val="Entscheidung"/>
    <w:basedOn w:val="Textblock"/>
    <w:next w:val="Textblock"/>
    <w:autoRedefine/>
    <w:rsid w:val="00617541"/>
    <w:pPr>
      <w:spacing w:before="300" w:after="100" w:line="340" w:lineRule="exact"/>
      <w:outlineLvl w:val="1"/>
    </w:pPr>
    <w:rPr>
      <w:b/>
      <w:sz w:val="28"/>
      <w:szCs w:val="28"/>
    </w:rPr>
  </w:style>
  <w:style w:type="paragraph" w:customStyle="1" w:styleId="Vorschriften">
    <w:name w:val="Vorschriften"/>
    <w:basedOn w:val="VorschriftTextblock"/>
    <w:next w:val="Textblock"/>
    <w:autoRedefine/>
    <w:rsid w:val="00617541"/>
    <w:pPr>
      <w:spacing w:before="240" w:line="340" w:lineRule="exact"/>
      <w:outlineLvl w:val="1"/>
    </w:pPr>
    <w:rPr>
      <w:b/>
      <w:sz w:val="28"/>
      <w:szCs w:val="28"/>
    </w:rPr>
  </w:style>
  <w:style w:type="paragraph" w:customStyle="1" w:styleId="Probleme">
    <w:name w:val="Probleme"/>
    <w:basedOn w:val="Textblock"/>
    <w:next w:val="Textblock"/>
    <w:autoRedefine/>
    <w:rsid w:val="00617541"/>
    <w:pPr>
      <w:spacing w:before="240"/>
      <w:outlineLvl w:val="1"/>
    </w:pPr>
    <w:rPr>
      <w:b/>
      <w:sz w:val="22"/>
      <w:szCs w:val="28"/>
    </w:rPr>
  </w:style>
  <w:style w:type="paragraph" w:customStyle="1" w:styleId="unbekanntesAbsatzformat">
    <w:name w:val="unbekanntes Absatzformat"/>
    <w:basedOn w:val="Standard"/>
    <w:next w:val="Textblock"/>
    <w:autoRedefine/>
    <w:rsid w:val="00617541"/>
    <w:pPr>
      <w:tabs>
        <w:tab w:val="left" w:pos="0"/>
      </w:tabs>
      <w:spacing w:before="120" w:after="120" w:line="300" w:lineRule="auto"/>
    </w:pPr>
    <w:rPr>
      <w:rFonts w:ascii="Arial" w:hAnsi="Arial"/>
      <w:b/>
      <w:color w:val="FF000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Textblock"/>
    <w:autoRedefine/>
    <w:rsid w:val="00617541"/>
    <w:pPr>
      <w:numPr>
        <w:numId w:val="1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Aufzhlungszeichen"/>
    <w:autoRedefine/>
    <w:rsid w:val="00617541"/>
    <w:pPr>
      <w:ind w:left="641"/>
    </w:pPr>
  </w:style>
  <w:style w:type="paragraph" w:styleId="Aufzhlungszeichen3">
    <w:name w:val="List Bullet 3"/>
    <w:basedOn w:val="Standard"/>
    <w:autoRedefine/>
    <w:pPr>
      <w:numPr>
        <w:numId w:val="9"/>
      </w:numPr>
    </w:pPr>
  </w:style>
  <w:style w:type="paragraph" w:styleId="Aufzhlungszeichen4">
    <w:name w:val="List Bullet 4"/>
    <w:basedOn w:val="Standard"/>
    <w:autoRedefine/>
    <w:pPr>
      <w:numPr>
        <w:numId w:val="10"/>
      </w:numPr>
    </w:pPr>
  </w:style>
  <w:style w:type="paragraph" w:styleId="Aufzhlungszeichen5">
    <w:name w:val="List Bullet 5"/>
    <w:basedOn w:val="Standard"/>
    <w:autoRedefine/>
    <w:pPr>
      <w:numPr>
        <w:numId w:val="11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Hervorhebung">
    <w:name w:val="Emphasis"/>
    <w:qFormat/>
    <w:rsid w:val="00617541"/>
    <w:rPr>
      <w:i/>
    </w:rPr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Textblock"/>
    <w:next w:val="Funotentext"/>
    <w:autoRedefine/>
    <w:rsid w:val="00617541"/>
  </w:style>
  <w:style w:type="paragraph" w:styleId="Funotentext">
    <w:name w:val="footnote text"/>
    <w:autoRedefine/>
    <w:semiHidden/>
    <w:rsid w:val="00617541"/>
    <w:pPr>
      <w:ind w:left="99" w:right="2098" w:hanging="99"/>
    </w:pPr>
    <w:rPr>
      <w:rFonts w:ascii="Arial" w:hAnsi="Arial"/>
      <w:sz w:val="16"/>
      <w:szCs w:val="24"/>
    </w:rPr>
  </w:style>
  <w:style w:type="character" w:styleId="Funotenzeichen">
    <w:name w:val="footnote reference"/>
    <w:basedOn w:val="Absatz-Standardschriftart"/>
    <w:semiHidden/>
    <w:rsid w:val="00617541"/>
    <w:rPr>
      <w:vertAlign w:val="superscript"/>
    </w:rPr>
  </w:style>
  <w:style w:type="paragraph" w:styleId="Fuzeile">
    <w:name w:val="footer"/>
    <w:basedOn w:val="Standard"/>
    <w:rsid w:val="00617541"/>
    <w:pPr>
      <w:tabs>
        <w:tab w:val="center" w:pos="4536"/>
        <w:tab w:val="right" w:pos="9072"/>
      </w:tabs>
    </w:p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Gruformel">
    <w:name w:val="Closing"/>
    <w:basedOn w:val="Standard"/>
    <w:pPr>
      <w:ind w:left="4252"/>
    </w:pPr>
  </w:style>
  <w:style w:type="character" w:styleId="Hyperlink">
    <w:name w:val="Hyperlink"/>
    <w:basedOn w:val="Absatz-Standardschriftart"/>
    <w:rsid w:val="00617541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617541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617541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617541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617541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617541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617541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617541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617541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617541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617541"/>
    <w:rPr>
      <w:rFonts w:ascii="Arial" w:hAnsi="Arial"/>
      <w:b/>
    </w:rPr>
  </w:style>
  <w:style w:type="paragraph" w:styleId="Kommentartext">
    <w:name w:val="annotation text"/>
    <w:basedOn w:val="Standard"/>
    <w:semiHidden/>
    <w:rsid w:val="00617541"/>
    <w:rPr>
      <w:sz w:val="20"/>
    </w:rPr>
  </w:style>
  <w:style w:type="character" w:styleId="Kommentarzeichen">
    <w:name w:val="annotation reference"/>
    <w:basedOn w:val="Absatz-Standardschriftart"/>
    <w:semiHidden/>
    <w:rsid w:val="00617541"/>
    <w:rPr>
      <w:sz w:val="16"/>
    </w:rPr>
  </w:style>
  <w:style w:type="paragraph" w:styleId="Kopfzeile">
    <w:name w:val="header"/>
    <w:basedOn w:val="Textblock"/>
    <w:autoRedefine/>
    <w:rsid w:val="00617541"/>
    <w:rPr>
      <w:bCs/>
      <w:sz w:val="16"/>
      <w:szCs w:val="16"/>
    </w:rPr>
  </w:style>
  <w:style w:type="paragraph" w:styleId="Liste">
    <w:name w:val="List"/>
    <w:basedOn w:val="Standard"/>
    <w:rsid w:val="00617541"/>
    <w:pPr>
      <w:ind w:left="283" w:hanging="283"/>
    </w:pPr>
  </w:style>
  <w:style w:type="paragraph" w:styleId="Liste4">
    <w:name w:val="List 4"/>
    <w:basedOn w:val="Standard"/>
    <w:pPr>
      <w:spacing w:line="300" w:lineRule="auto"/>
      <w:ind w:left="1135" w:hanging="284"/>
    </w:pPr>
    <w:rPr>
      <w:sz w:val="22"/>
      <w:szCs w:val="22"/>
    </w:r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2"/>
      </w:numPr>
    </w:pPr>
  </w:style>
  <w:style w:type="paragraph" w:styleId="Listennummer2">
    <w:name w:val="List Number 2"/>
    <w:basedOn w:val="Standard"/>
    <w:pPr>
      <w:numPr>
        <w:numId w:val="13"/>
      </w:numPr>
    </w:pPr>
  </w:style>
  <w:style w:type="paragraph" w:styleId="Listennummer3">
    <w:name w:val="List Number 3"/>
    <w:basedOn w:val="Standard"/>
    <w:pPr>
      <w:numPr>
        <w:numId w:val="14"/>
      </w:numPr>
    </w:pPr>
  </w:style>
  <w:style w:type="paragraph" w:styleId="Listennummer4">
    <w:name w:val="List Number 4"/>
    <w:basedOn w:val="Standard"/>
    <w:pPr>
      <w:numPr>
        <w:numId w:val="15"/>
      </w:numPr>
    </w:pPr>
  </w:style>
  <w:style w:type="paragraph" w:styleId="Listennummer5">
    <w:name w:val="List Number 5"/>
    <w:basedOn w:val="Standard"/>
    <w:pPr>
      <w:numPr>
        <w:numId w:val="16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autoRedefine/>
    <w:qFormat/>
    <w:rsid w:val="0061754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4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rsid w:val="00617541"/>
    <w:pPr>
      <w:ind w:left="4252"/>
    </w:pPr>
  </w:style>
  <w:style w:type="paragraph" w:styleId="Untertitel">
    <w:name w:val="Subtitle"/>
    <w:basedOn w:val="Standard"/>
    <w:qFormat/>
    <w:rsid w:val="00617541"/>
    <w:pPr>
      <w:spacing w:after="60"/>
      <w:jc w:val="center"/>
      <w:outlineLvl w:val="1"/>
    </w:pPr>
    <w:rPr>
      <w:rFonts w:ascii="Arial" w:hAnsi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617541"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Zeilennummer">
    <w:name w:val="line number"/>
    <w:basedOn w:val="Absatz-Standardschriftart"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customStyle="1" w:styleId="TabelleListe1fortsetzen">
    <w:name w:val="Tabelle Liste 1 fortsetzen"/>
    <w:autoRedefine/>
    <w:rsid w:val="00617541"/>
    <w:pPr>
      <w:spacing w:before="20" w:after="20"/>
      <w:ind w:left="357"/>
    </w:pPr>
    <w:rPr>
      <w:rFonts w:ascii="Arial" w:hAnsi="Arial"/>
      <w:color w:val="000000"/>
      <w:szCs w:val="24"/>
      <w:lang w:val="en-GB"/>
    </w:rPr>
  </w:style>
  <w:style w:type="paragraph" w:customStyle="1" w:styleId="TabelleListe2fortsetzen">
    <w:name w:val="Tabelle Liste 2 fortsetzen"/>
    <w:autoRedefine/>
    <w:rsid w:val="00617541"/>
    <w:pPr>
      <w:spacing w:before="20" w:after="20"/>
      <w:ind w:left="714"/>
    </w:pPr>
    <w:rPr>
      <w:rFonts w:ascii="Arial" w:hAnsi="Arial"/>
      <w:color w:val="000000"/>
      <w:szCs w:val="24"/>
      <w:lang w:val="en-GB"/>
    </w:rPr>
  </w:style>
  <w:style w:type="character" w:customStyle="1" w:styleId="Verweisprogr">
    <w:name w:val="Verweisprogr"/>
    <w:basedOn w:val="Absatz-Standardschriftart"/>
    <w:rsid w:val="00617541"/>
    <w:rPr>
      <w:color w:val="auto"/>
    </w:rPr>
  </w:style>
  <w:style w:type="character" w:customStyle="1" w:styleId="Quelle">
    <w:name w:val="Quelle"/>
    <w:basedOn w:val="Absatz-Standardschriftart"/>
    <w:rsid w:val="00617541"/>
    <w:rPr>
      <w:i/>
      <w:color w:val="auto"/>
    </w:rPr>
  </w:style>
  <w:style w:type="character" w:customStyle="1" w:styleId="Filter">
    <w:name w:val="Filter"/>
    <w:rsid w:val="00617541"/>
    <w:rPr>
      <w:b/>
      <w:vanish/>
      <w:color w:val="auto"/>
    </w:rPr>
  </w:style>
  <w:style w:type="character" w:customStyle="1" w:styleId="MusterArt">
    <w:name w:val="Muster Art"/>
    <w:basedOn w:val="Absatz-Standardschriftart"/>
    <w:rsid w:val="00617541"/>
    <w:rPr>
      <w:vanish/>
      <w:color w:val="C0C0C0"/>
    </w:rPr>
  </w:style>
  <w:style w:type="paragraph" w:customStyle="1" w:styleId="Zwischenberschrift4">
    <w:name w:val="Zwischenüberschrift 4"/>
    <w:basedOn w:val="Zwischenberschrift3"/>
    <w:next w:val="Textblock"/>
    <w:autoRedefine/>
    <w:rsid w:val="00617541"/>
    <w:pPr>
      <w:outlineLvl w:val="5"/>
    </w:pPr>
  </w:style>
  <w:style w:type="paragraph" w:customStyle="1" w:styleId="Zwischenberschrift5">
    <w:name w:val="Zwischenüberschrift 5"/>
    <w:basedOn w:val="Zwischenberschrift4"/>
    <w:autoRedefine/>
    <w:rsid w:val="00617541"/>
    <w:pPr>
      <w:outlineLvl w:val="6"/>
    </w:pPr>
    <w:rPr>
      <w:i w:val="0"/>
    </w:rPr>
  </w:style>
  <w:style w:type="paragraph" w:customStyle="1" w:styleId="Muster2Titel">
    <w:name w:val="Muster 2 Titel"/>
    <w:basedOn w:val="Muster2Textblock"/>
    <w:next w:val="Muster2Textblock"/>
    <w:autoRedefine/>
    <w:rsid w:val="00617541"/>
    <w:pPr>
      <w:spacing w:before="240"/>
    </w:pPr>
    <w:rPr>
      <w:b/>
    </w:rPr>
  </w:style>
  <w:style w:type="paragraph" w:customStyle="1" w:styleId="Muster2Textblock">
    <w:name w:val="Muster 2 Textblock"/>
    <w:basedOn w:val="Textblock"/>
    <w:autoRedefine/>
    <w:rsid w:val="00617541"/>
    <w:pPr>
      <w:spacing w:line="220" w:lineRule="exact"/>
    </w:pPr>
    <w:rPr>
      <w:sz w:val="16"/>
    </w:rPr>
  </w:style>
  <w:style w:type="paragraph" w:customStyle="1" w:styleId="Muster2Liste1">
    <w:name w:val="Muster 2 Liste 1"/>
    <w:basedOn w:val="Liste1"/>
    <w:autoRedefine/>
    <w:rsid w:val="00617541"/>
    <w:pPr>
      <w:numPr>
        <w:numId w:val="43"/>
      </w:numPr>
      <w:tabs>
        <w:tab w:val="clear" w:pos="1854"/>
      </w:tabs>
      <w:spacing w:after="0" w:line="220" w:lineRule="exact"/>
      <w:ind w:left="357" w:hanging="357"/>
    </w:pPr>
    <w:rPr>
      <w:sz w:val="16"/>
      <w:szCs w:val="16"/>
    </w:rPr>
  </w:style>
  <w:style w:type="paragraph" w:customStyle="1" w:styleId="Muster2Liste1numerisch">
    <w:name w:val="Muster 2 Liste 1 numerisch"/>
    <w:basedOn w:val="Muster2Liste1"/>
    <w:autoRedefine/>
    <w:rsid w:val="00617541"/>
    <w:pPr>
      <w:numPr>
        <w:numId w:val="51"/>
      </w:numPr>
      <w:tabs>
        <w:tab w:val="clear" w:pos="360"/>
      </w:tabs>
      <w:ind w:left="357" w:hanging="357"/>
    </w:pPr>
  </w:style>
  <w:style w:type="paragraph" w:customStyle="1" w:styleId="Muster2Liste1alphabetisch">
    <w:name w:val="Muster 2 Liste 1 alphabetisch"/>
    <w:basedOn w:val="Muster2Liste1"/>
    <w:autoRedefine/>
    <w:rsid w:val="00617541"/>
    <w:pPr>
      <w:numPr>
        <w:numId w:val="44"/>
      </w:numPr>
      <w:tabs>
        <w:tab w:val="clear" w:pos="360"/>
      </w:tabs>
      <w:ind w:left="357" w:hanging="357"/>
    </w:pPr>
  </w:style>
  <w:style w:type="paragraph" w:customStyle="1" w:styleId="Muster2Liste1fortsetzen">
    <w:name w:val="Muster 2 Liste 1 fortsetzen"/>
    <w:basedOn w:val="Muster2Liste1"/>
    <w:autoRedefine/>
    <w:rsid w:val="00617541"/>
    <w:pPr>
      <w:numPr>
        <w:numId w:val="0"/>
      </w:numPr>
      <w:ind w:left="357"/>
    </w:pPr>
  </w:style>
  <w:style w:type="paragraph" w:customStyle="1" w:styleId="Muster2Liste2">
    <w:name w:val="Muster 2 Liste 2"/>
    <w:basedOn w:val="Liste2"/>
    <w:autoRedefine/>
    <w:rsid w:val="00617541"/>
    <w:pPr>
      <w:numPr>
        <w:numId w:val="50"/>
      </w:numPr>
      <w:tabs>
        <w:tab w:val="clear" w:pos="2988"/>
      </w:tabs>
      <w:spacing w:after="0" w:line="220" w:lineRule="exact"/>
      <w:ind w:left="714" w:hanging="357"/>
    </w:pPr>
    <w:rPr>
      <w:sz w:val="16"/>
    </w:rPr>
  </w:style>
  <w:style w:type="paragraph" w:customStyle="1" w:styleId="Muster2Liste2numerisch">
    <w:name w:val="Muster 2 Liste 2 numerisch"/>
    <w:basedOn w:val="Muster2Liste2"/>
    <w:autoRedefine/>
    <w:rsid w:val="00617541"/>
    <w:pPr>
      <w:numPr>
        <w:numId w:val="53"/>
      </w:numPr>
      <w:tabs>
        <w:tab w:val="clear" w:pos="717"/>
      </w:tabs>
      <w:ind w:left="714" w:hanging="357"/>
    </w:pPr>
  </w:style>
  <w:style w:type="paragraph" w:customStyle="1" w:styleId="Muster2Liste2alphabetisch">
    <w:name w:val="Muster 2 Liste 2 alphabetisch"/>
    <w:basedOn w:val="Muster2Liste1"/>
    <w:autoRedefine/>
    <w:rsid w:val="00617541"/>
    <w:pPr>
      <w:numPr>
        <w:numId w:val="52"/>
      </w:numPr>
      <w:tabs>
        <w:tab w:val="clear" w:pos="717"/>
      </w:tabs>
      <w:ind w:left="714" w:hanging="357"/>
    </w:pPr>
  </w:style>
  <w:style w:type="paragraph" w:customStyle="1" w:styleId="Muster2Liste2fortsetzen">
    <w:name w:val="Muster 2 Liste 2 fortsetzen"/>
    <w:basedOn w:val="Muster2Liste2"/>
    <w:autoRedefine/>
    <w:rsid w:val="00617541"/>
    <w:pPr>
      <w:numPr>
        <w:numId w:val="0"/>
      </w:numPr>
      <w:ind w:left="714"/>
    </w:pPr>
  </w:style>
  <w:style w:type="character" w:customStyle="1" w:styleId="id">
    <w:name w:val="id"/>
    <w:rsid w:val="00617541"/>
    <w:rPr>
      <w:vanish/>
      <w:color w:val="C0C0C0"/>
    </w:rPr>
  </w:style>
  <w:style w:type="character" w:customStyle="1" w:styleId="verweis-id">
    <w:name w:val="verweis-id"/>
    <w:rsid w:val="00617541"/>
    <w:rPr>
      <w:vanish/>
      <w:color w:val="C0C0C0"/>
    </w:rPr>
  </w:style>
  <w:style w:type="character" w:customStyle="1" w:styleId="ziel-id">
    <w:name w:val="ziel-id"/>
    <w:rsid w:val="00617541"/>
    <w:rPr>
      <w:vanish/>
      <w:color w:val="C0C0C0"/>
    </w:rPr>
  </w:style>
  <w:style w:type="character" w:customStyle="1" w:styleId="DBEntity">
    <w:name w:val="DBEntity"/>
    <w:rsid w:val="00617541"/>
    <w:rPr>
      <w:vanish/>
      <w:color w:val="C0C0C0"/>
    </w:rPr>
  </w:style>
  <w:style w:type="character" w:customStyle="1" w:styleId="Satznr">
    <w:name w:val="Satznr"/>
    <w:basedOn w:val="Absatz-Standardschriftart"/>
    <w:rPr>
      <w:color w:val="800080"/>
      <w:vertAlign w:val="superscript"/>
    </w:rPr>
  </w:style>
  <w:style w:type="paragraph" w:customStyle="1" w:styleId="VorschriftListe1manuell">
    <w:name w:val="Vorschrift Liste 1 manuell"/>
    <w:basedOn w:val="Standard"/>
    <w:pPr>
      <w:numPr>
        <w:numId w:val="17"/>
      </w:numPr>
      <w:tabs>
        <w:tab w:val="num" w:pos="1891"/>
        <w:tab w:val="left" w:pos="1928"/>
      </w:tabs>
      <w:spacing w:before="40" w:after="40" w:line="300" w:lineRule="auto"/>
      <w:ind w:left="1888" w:hanging="357"/>
    </w:pPr>
    <w:rPr>
      <w:rFonts w:ascii="Arial" w:hAnsi="Arial" w:cs="Arial"/>
      <w:color w:val="000000"/>
      <w:sz w:val="22"/>
      <w:szCs w:val="22"/>
    </w:rPr>
  </w:style>
  <w:style w:type="paragraph" w:customStyle="1" w:styleId="VorschriftListe2manuell">
    <w:name w:val="Vorschrift Liste 2 manuell"/>
    <w:basedOn w:val="Standard"/>
    <w:pPr>
      <w:numPr>
        <w:numId w:val="18"/>
      </w:numPr>
      <w:tabs>
        <w:tab w:val="left" w:pos="2285"/>
      </w:tabs>
      <w:spacing w:before="40" w:after="40" w:line="300" w:lineRule="auto"/>
      <w:ind w:left="2285" w:hanging="357"/>
    </w:pPr>
    <w:rPr>
      <w:rFonts w:ascii="Arial" w:hAnsi="Arial" w:cs="Arial"/>
      <w:color w:val="000000"/>
      <w:sz w:val="22"/>
      <w:szCs w:val="22"/>
    </w:rPr>
  </w:style>
  <w:style w:type="character" w:customStyle="1" w:styleId="lfdnr">
    <w:name w:val="lfdnr"/>
    <w:rPr>
      <w:vanish/>
      <w:color w:val="C0C0C0"/>
    </w:rPr>
  </w:style>
  <w:style w:type="paragraph" w:customStyle="1" w:styleId="Aendtitel">
    <w:name w:val="Aendtitel"/>
    <w:basedOn w:val="Standard"/>
    <w:pPr>
      <w:widowControl w:val="0"/>
      <w:autoSpaceDE w:val="0"/>
      <w:autoSpaceDN w:val="0"/>
      <w:adjustRightInd w:val="0"/>
    </w:pPr>
  </w:style>
  <w:style w:type="paragraph" w:customStyle="1" w:styleId="Aenddatum">
    <w:name w:val="Aenddatum"/>
    <w:basedOn w:val="Standard"/>
    <w:pPr>
      <w:widowControl w:val="0"/>
      <w:autoSpaceDE w:val="0"/>
      <w:autoSpaceDN w:val="0"/>
      <w:adjustRightInd w:val="0"/>
    </w:pPr>
  </w:style>
  <w:style w:type="paragraph" w:customStyle="1" w:styleId="Aendart">
    <w:name w:val="Aendart"/>
    <w:basedOn w:val="Standard"/>
    <w:pPr>
      <w:widowControl w:val="0"/>
      <w:autoSpaceDE w:val="0"/>
      <w:autoSpaceDN w:val="0"/>
      <w:adjustRightInd w:val="0"/>
    </w:pPr>
  </w:style>
  <w:style w:type="paragraph" w:customStyle="1" w:styleId="Aendfund">
    <w:name w:val="Aendfund"/>
    <w:basedOn w:val="Standard"/>
    <w:pPr>
      <w:widowControl w:val="0"/>
      <w:autoSpaceDE w:val="0"/>
      <w:autoSpaceDN w:val="0"/>
      <w:adjustRightInd w:val="0"/>
    </w:pPr>
  </w:style>
  <w:style w:type="character" w:customStyle="1" w:styleId="bildart">
    <w:name w:val="bildart"/>
    <w:rsid w:val="00617541"/>
    <w:rPr>
      <w:vanish/>
      <w:color w:val="C0C0C0"/>
    </w:rPr>
  </w:style>
  <w:style w:type="character" w:customStyle="1" w:styleId="anzeige">
    <w:name w:val="anzeige"/>
    <w:rsid w:val="00617541"/>
    <w:rPr>
      <w:vanish/>
      <w:color w:val="C0C0C0"/>
    </w:rPr>
  </w:style>
  <w:style w:type="character" w:customStyle="1" w:styleId="breite">
    <w:name w:val="breite"/>
    <w:rsid w:val="00617541"/>
    <w:rPr>
      <w:vanish/>
      <w:color w:val="C0C0C0"/>
    </w:rPr>
  </w:style>
  <w:style w:type="paragraph" w:customStyle="1" w:styleId="Textblock">
    <w:name w:val="Textblock"/>
    <w:autoRedefine/>
    <w:rsid w:val="00AE29C0"/>
    <w:pPr>
      <w:keepNext/>
      <w:keepLines/>
      <w:tabs>
        <w:tab w:val="left" w:pos="425"/>
        <w:tab w:val="left" w:pos="851"/>
      </w:tabs>
      <w:suppressAutoHyphens/>
      <w:spacing w:before="60" w:after="60" w:line="280" w:lineRule="exact"/>
      <w:outlineLvl w:val="3"/>
    </w:pPr>
    <w:rPr>
      <w:rFonts w:ascii="Arial" w:hAnsi="Arial"/>
      <w:color w:val="000000"/>
      <w:szCs w:val="24"/>
      <w:lang w:val="en-GB"/>
    </w:rPr>
  </w:style>
  <w:style w:type="character" w:styleId="Seitenzahl">
    <w:name w:val="page number"/>
    <w:basedOn w:val="Absatz-Standardschriftart"/>
    <w:rsid w:val="00617541"/>
  </w:style>
  <w:style w:type="paragraph" w:customStyle="1" w:styleId="Grafik">
    <w:name w:val="Grafik"/>
    <w:next w:val="Textblock"/>
    <w:autoRedefine/>
    <w:rsid w:val="00617541"/>
    <w:pPr>
      <w:framePr w:w="7088" w:wrap="notBeside" w:vAnchor="text" w:hAnchor="margin" w:y="1"/>
      <w:ind w:right="1332"/>
      <w:outlineLvl w:val="2"/>
    </w:pPr>
    <w:rPr>
      <w:rFonts w:ascii="Arial" w:hAnsi="Arial"/>
      <w:sz w:val="22"/>
      <w:szCs w:val="22"/>
    </w:rPr>
  </w:style>
  <w:style w:type="paragraph" w:customStyle="1" w:styleId="GrafikLight">
    <w:name w:val="GrafikLight"/>
    <w:next w:val="Textblock"/>
    <w:rsid w:val="00617541"/>
    <w:pPr>
      <w:framePr w:wrap="notBeside" w:vAnchor="text" w:hAnchor="margin" w:y="1"/>
    </w:pPr>
    <w:rPr>
      <w:color w:val="000000"/>
      <w:sz w:val="24"/>
      <w:szCs w:val="24"/>
    </w:rPr>
  </w:style>
  <w:style w:type="character" w:customStyle="1" w:styleId="VorschriftTextblockChar">
    <w:name w:val="Vorschrift Textblock Char"/>
    <w:basedOn w:val="Absatz-Standardschriftart"/>
    <w:link w:val="VorschriftTextblock"/>
    <w:rsid w:val="00617541"/>
    <w:rPr>
      <w:rFonts w:ascii="Arial" w:hAnsi="Arial"/>
      <w:color w:val="000000"/>
      <w:szCs w:val="24"/>
      <w:lang w:val="en-GB" w:eastAsia="de-DE" w:bidi="ar-SA"/>
    </w:rPr>
  </w:style>
  <w:style w:type="character" w:customStyle="1" w:styleId="VorschriftListe1Char">
    <w:name w:val="Vorschrift Liste 1 Char"/>
    <w:basedOn w:val="VorschriftTextblockChar"/>
    <w:link w:val="VorschriftListe1"/>
    <w:rsid w:val="00617541"/>
    <w:rPr>
      <w:rFonts w:ascii="Arial" w:hAnsi="Arial"/>
      <w:color w:val="000000"/>
      <w:szCs w:val="24"/>
      <w:lang w:val="en-GB" w:eastAsia="de-DE" w:bidi="ar-SA"/>
    </w:rPr>
  </w:style>
  <w:style w:type="table" w:styleId="TabelleListe4">
    <w:name w:val="Table List 4"/>
    <w:basedOn w:val="NormaleTabelle"/>
    <w:rsid w:val="008F649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EKA\Vorlagen\Office\WekaLayout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WekaLayout1.dot</Template>
  <TotalTime>0</TotalTime>
  <Pages>2</Pages>
  <Words>195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_x0013_DOKVARIABLE KAPITELNR \* MERGEFORMAT _x0014_1_x0015_ Muster-Stimmzettel (Vereinfachtes Wahlverfahren nach § 14a BetrVG)</vt:lpstr>
    </vt:vector>
  </TitlesOfParts>
  <Company>WEKA MEDIA GmbH &amp; Co. KG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ModifiedBy>Michl, Melanie</cp:lastModifiedBy>
  <cp:revision>3</cp:revision>
  <dcterms:created xsi:type="dcterms:W3CDTF">2025-06-04T06:56:00Z</dcterms:created>
  <dcterms:modified xsi:type="dcterms:W3CDTF">2025-06-04T06:56:00Z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z_tabellen">
    <vt:lpwstr>0</vt:lpwstr>
  </property>
  <property fmtid="{D5CDD505-2E9C-101B-9397-08002B2CF9AE}" pid="3" name="anz_abb">
    <vt:lpwstr>0</vt:lpwstr>
  </property>
  <property fmtid="{D5CDD505-2E9C-101B-9397-08002B2CF9AE}" pid="4" name="dokumenttyp">
    <vt:lpwstr>Standardtext</vt:lpwstr>
  </property>
  <property fmtid="{D5CDD505-2E9C-101B-9397-08002B2CF9AE}" pid="5" name="dateiname">
    <vt:lpwstr>02_02_Durchführung der BW im sog. vereinfachten Wahlverfahren_03_08</vt:lpwstr>
  </property>
  <property fmtid="{D5CDD505-2E9C-101B-9397-08002B2CF9AE}" pid="6" name="autor">
    <vt:lpwstr>Schneppendahl</vt:lpwstr>
  </property>
  <property fmtid="{D5CDD505-2E9C-101B-9397-08002B2CF9AE}" pid="7" name="werknr">
    <vt:lpwstr>6999</vt:lpwstr>
  </property>
  <property fmtid="{D5CDD505-2E9C-101B-9397-08002B2CF9AE}" pid="8" name="werktitel">
    <vt:lpwstr>BR-Management</vt:lpwstr>
  </property>
  <property fmtid="{D5CDD505-2E9C-101B-9397-08002B2CF9AE}" pid="9" name="alstand">
    <vt:lpwstr>0</vt:lpwstr>
  </property>
  <property fmtid="{D5CDD505-2E9C-101B-9397-08002B2CF9AE}" pid="10" name="kapitelnr">
    <vt:lpwstr>1 </vt:lpwstr>
  </property>
  <property fmtid="{D5CDD505-2E9C-101B-9397-08002B2CF9AE}" pid="11" name="ueberschrift">
    <vt:lpwstr>Muster-Stimmzettel (Vereinfachtes Wahlverfahren nach § 14a BetrVG)</vt:lpwstr>
  </property>
  <property fmtid="{D5CDD505-2E9C-101B-9397-08002B2CF9AE}" pid="12" name="auspraegung2">
    <vt:lpwstr>Deutsch</vt:lpwstr>
  </property>
  <property fmtid="{D5CDD505-2E9C-101B-9397-08002B2CF9AE}" pid="13" name="ivz-titel">
    <vt:lpwstr>Muster-Stimmzettel (Vereinfachtes Wahlverfahren nach § 14a BetrVG)</vt:lpwstr>
  </property>
  <property fmtid="{D5CDD505-2E9C-101B-9397-08002B2CF9AE}" pid="14" name="datum">
    <vt:lpwstr>01.07.2004</vt:lpwstr>
  </property>
  <property fmtid="{D5CDD505-2E9C-101B-9397-08002B2CF9AE}" pid="15" name="speicherpfaddokumente">
    <vt:lpwstr>C:\</vt:lpwstr>
  </property>
  <property fmtid="{D5CDD505-2E9C-101B-9397-08002B2CF9AE}" pid="16" name="anz_formeln">
    <vt:lpwstr>0</vt:lpwstr>
  </property>
  <property fmtid="{D5CDD505-2E9C-101B-9397-08002B2CF9AE}" pid="17" name="columnentitel">
    <vt:lpwstr>Muster-Stimmzettel (Vereinfachtes Wahlverfahren nach § 14a BetrVG)</vt:lpwstr>
  </property>
</Properties>
</file>